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73D" w:rsidRPr="00D6573D" w:rsidRDefault="00D6573D" w:rsidP="00DC551A">
      <w:pPr>
        <w:keepNext/>
        <w:spacing w:before="0" w:after="120"/>
        <w:jc w:val="center"/>
        <w:outlineLvl w:val="0"/>
        <w:rPr>
          <w:rFonts w:cs="Arial"/>
          <w:bCs/>
          <w:kern w:val="32"/>
          <w:sz w:val="28"/>
          <w:szCs w:val="36"/>
        </w:rPr>
      </w:pPr>
      <w:bookmarkStart w:id="0" w:name="_GoBack"/>
      <w:bookmarkEnd w:id="0"/>
      <w:proofErr w:type="spellStart"/>
      <w:r w:rsidRPr="00D6573D">
        <w:rPr>
          <w:rFonts w:cs="Arial"/>
          <w:bCs/>
          <w:kern w:val="32"/>
          <w:sz w:val="28"/>
          <w:szCs w:val="36"/>
        </w:rPr>
        <w:t>Signs</w:t>
      </w:r>
      <w:proofErr w:type="spellEnd"/>
      <w:r w:rsidRPr="00D6573D">
        <w:rPr>
          <w:rFonts w:cs="Arial"/>
          <w:bCs/>
          <w:kern w:val="32"/>
          <w:sz w:val="28"/>
          <w:szCs w:val="36"/>
        </w:rPr>
        <w:t xml:space="preserve"> </w:t>
      </w:r>
      <w:proofErr w:type="spellStart"/>
      <w:r w:rsidRPr="00D6573D">
        <w:rPr>
          <w:rFonts w:cs="Arial"/>
          <w:bCs/>
          <w:kern w:val="32"/>
          <w:sz w:val="28"/>
          <w:szCs w:val="36"/>
        </w:rPr>
        <w:t>and</w:t>
      </w:r>
      <w:proofErr w:type="spellEnd"/>
      <w:r w:rsidRPr="00D6573D">
        <w:rPr>
          <w:rFonts w:cs="Arial"/>
          <w:bCs/>
          <w:kern w:val="32"/>
          <w:sz w:val="28"/>
          <w:szCs w:val="36"/>
        </w:rPr>
        <w:t xml:space="preserve"> Places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8391"/>
      </w:tblGrid>
      <w:tr w:rsidR="00D6573D" w:rsidRPr="00D6573D" w:rsidTr="00C831D9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D6573D" w:rsidRPr="00D6573D" w:rsidRDefault="00D6573D" w:rsidP="00D6573D">
            <w:pPr>
              <w:keepNext/>
              <w:keepLines/>
              <w:spacing w:before="0" w:after="0"/>
              <w:jc w:val="center"/>
              <w:rPr>
                <w:sz w:val="24"/>
              </w:rPr>
            </w:pPr>
            <w:r w:rsidRPr="00D6573D">
              <w:rPr>
                <w:sz w:val="24"/>
              </w:rPr>
              <w:t>RICHTIG</w:t>
            </w:r>
          </w:p>
          <w:p w:rsidR="00D6573D" w:rsidRPr="00D6573D" w:rsidRDefault="00D6573D" w:rsidP="00D6573D">
            <w:pPr>
              <w:keepNext/>
              <w:keepLines/>
              <w:spacing w:before="0" w:after="0"/>
              <w:jc w:val="center"/>
              <w:rPr>
                <w:sz w:val="24"/>
              </w:rPr>
            </w:pPr>
            <w:r w:rsidRPr="00D6573D">
              <w:rPr>
                <w:sz w:val="24"/>
              </w:rPr>
              <w:t>8x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D6573D" w:rsidRPr="00D6573D" w:rsidRDefault="00D6573D" w:rsidP="00D6573D">
            <w:pPr>
              <w:keepNext/>
              <w:keepLines/>
              <w:spacing w:before="0" w:after="0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5191125" cy="657225"/>
                  <wp:effectExtent l="0" t="0" r="0" b="9525"/>
                  <wp:docPr id="15" name="Grafik 15" descr="ER245_Signsandplaces_A_Lös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ER245_Signsandplaces_A_Lös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11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6D89" w:rsidRPr="000C6EA1" w:rsidRDefault="005A6D89" w:rsidP="00D6573D">
      <w:pPr>
        <w:keepNext/>
        <w:spacing w:before="0" w:after="120"/>
        <w:jc w:val="center"/>
        <w:outlineLvl w:val="0"/>
      </w:pPr>
    </w:p>
    <w:sectPr w:rsidR="005A6D89" w:rsidRPr="000C6EA1" w:rsidSect="00D60A6F"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2C1" w:rsidRDefault="00AE42C1">
      <w:r>
        <w:separator/>
      </w:r>
    </w:p>
  </w:endnote>
  <w:endnote w:type="continuationSeparator" w:id="0">
    <w:p w:rsidR="00AE42C1" w:rsidRDefault="00AE4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E42C1" w:rsidRDefault="00AE42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:rsidR="00AE42C1" w:rsidRDefault="00AE42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2C1" w:rsidRDefault="00AE42C1">
      <w:r>
        <w:separator/>
      </w:r>
    </w:p>
  </w:footnote>
  <w:footnote w:type="continuationSeparator" w:id="0">
    <w:p w:rsidR="00AE42C1" w:rsidRDefault="00AE4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3C"/>
    <w:rsid w:val="00036691"/>
    <w:rsid w:val="0006149C"/>
    <w:rsid w:val="00081387"/>
    <w:rsid w:val="000B00DB"/>
    <w:rsid w:val="000B4812"/>
    <w:rsid w:val="000C6EA1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2D64E3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0BC1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A514C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40723"/>
    <w:rsid w:val="00666933"/>
    <w:rsid w:val="0067433C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12FBB"/>
    <w:rsid w:val="00A13FB9"/>
    <w:rsid w:val="00A40E91"/>
    <w:rsid w:val="00A45470"/>
    <w:rsid w:val="00A527A9"/>
    <w:rsid w:val="00A74051"/>
    <w:rsid w:val="00A8242C"/>
    <w:rsid w:val="00AD2EBA"/>
    <w:rsid w:val="00AE09C7"/>
    <w:rsid w:val="00AE42C1"/>
    <w:rsid w:val="00B0258E"/>
    <w:rsid w:val="00B511DD"/>
    <w:rsid w:val="00B64CD2"/>
    <w:rsid w:val="00B8136A"/>
    <w:rsid w:val="00B93D5C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6573D"/>
    <w:rsid w:val="00DC551A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A514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A51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A514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A51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Englisch\main\25_VERA8_2013\VERA8_2013_finaler%20Lauf\11_Onlinepr&#228;senz\Auswertungsanleitungen%20f&#252;r%20Online-Stellung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</Template>
  <TotalTime>0</TotalTime>
  <Pages>1</Pages>
  <Words>5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Veronica Martysz</dc:creator>
  <cp:lastModifiedBy>Veronica Martysz</cp:lastModifiedBy>
  <cp:revision>3</cp:revision>
  <cp:lastPrinted>2007-01-11T14:25:00Z</cp:lastPrinted>
  <dcterms:created xsi:type="dcterms:W3CDTF">2012-12-13T16:21:00Z</dcterms:created>
  <dcterms:modified xsi:type="dcterms:W3CDTF">2012-12-13T17:11:00Z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