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E8" w:rsidRPr="00A378E8" w:rsidRDefault="00A378E8" w:rsidP="00A378E8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proofErr w:type="spellStart"/>
      <w:r w:rsidRPr="00A378E8">
        <w:rPr>
          <w:rFonts w:cs="Arial"/>
          <w:bCs/>
          <w:kern w:val="32"/>
          <w:sz w:val="28"/>
          <w:szCs w:val="36"/>
        </w:rPr>
        <w:t>Ireland</w:t>
      </w:r>
      <w:proofErr w:type="spellEnd"/>
    </w:p>
    <w:p w:rsidR="00A378E8" w:rsidRPr="00A378E8" w:rsidRDefault="00A378E8" w:rsidP="00A378E8">
      <w:pPr>
        <w:spacing w:before="0" w:after="0"/>
        <w:rPr>
          <w:b/>
          <w:sz w:val="24"/>
        </w:rPr>
      </w:pPr>
      <w:r>
        <w:rPr>
          <w:b/>
          <w:sz w:val="24"/>
        </w:rPr>
        <w:t>1.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A378E8" w:rsidRPr="00A378E8" w:rsidTr="00C831D9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>Position: 1. Zeile.</w:t>
            </w:r>
          </w:p>
        </w:tc>
      </w:tr>
      <w:tr w:rsidR="00A378E8" w:rsidRPr="00A378E8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A378E8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 xml:space="preserve">• </w:t>
            </w:r>
            <w:proofErr w:type="spellStart"/>
            <w:r w:rsidRPr="00A378E8">
              <w:rPr>
                <w:sz w:val="24"/>
              </w:rPr>
              <w:t>pub</w:t>
            </w:r>
            <w:proofErr w:type="spellEnd"/>
          </w:p>
        </w:tc>
      </w:tr>
    </w:tbl>
    <w:p w:rsidR="00A378E8" w:rsidRPr="00A378E8" w:rsidRDefault="00A378E8" w:rsidP="00A378E8">
      <w:pPr>
        <w:spacing w:before="0" w:after="0"/>
        <w:rPr>
          <w:b/>
          <w:sz w:val="24"/>
        </w:rPr>
      </w:pPr>
    </w:p>
    <w:p w:rsidR="00A378E8" w:rsidRPr="00A378E8" w:rsidRDefault="00A378E8" w:rsidP="00A378E8">
      <w:pPr>
        <w:spacing w:before="0" w:after="0"/>
        <w:rPr>
          <w:b/>
          <w:sz w:val="24"/>
        </w:rPr>
      </w:pPr>
      <w:r w:rsidRPr="00A378E8">
        <w:rPr>
          <w:b/>
          <w:sz w:val="24"/>
        </w:rPr>
        <w:t>2</w:t>
      </w:r>
      <w:r>
        <w:rPr>
          <w:b/>
          <w:sz w:val="24"/>
        </w:rPr>
        <w:t>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A378E8" w:rsidRPr="00A378E8" w:rsidTr="00C831D9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>Position: 2. Zeile.</w:t>
            </w:r>
          </w:p>
        </w:tc>
      </w:tr>
      <w:tr w:rsidR="00A378E8" w:rsidRPr="00A378E8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A378E8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 xml:space="preserve">• </w:t>
            </w:r>
            <w:proofErr w:type="spellStart"/>
            <w:r w:rsidRPr="00A378E8">
              <w:rPr>
                <w:sz w:val="24"/>
              </w:rPr>
              <w:t>instruments</w:t>
            </w:r>
            <w:proofErr w:type="spellEnd"/>
          </w:p>
        </w:tc>
      </w:tr>
    </w:tbl>
    <w:p w:rsidR="00A378E8" w:rsidRPr="00A378E8" w:rsidRDefault="00A378E8" w:rsidP="00A378E8">
      <w:pPr>
        <w:spacing w:before="0" w:after="0"/>
        <w:rPr>
          <w:b/>
          <w:sz w:val="24"/>
        </w:rPr>
      </w:pPr>
    </w:p>
    <w:p w:rsidR="00A378E8" w:rsidRPr="00A378E8" w:rsidRDefault="00A378E8" w:rsidP="00A378E8">
      <w:pPr>
        <w:spacing w:before="0" w:after="0"/>
        <w:rPr>
          <w:b/>
          <w:sz w:val="24"/>
        </w:rPr>
      </w:pPr>
      <w:r w:rsidRPr="00A378E8">
        <w:rPr>
          <w:b/>
          <w:sz w:val="24"/>
        </w:rPr>
        <w:t>3</w:t>
      </w:r>
      <w:r>
        <w:rPr>
          <w:b/>
          <w:sz w:val="24"/>
        </w:rPr>
        <w:t>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A378E8" w:rsidRPr="00A378E8" w:rsidTr="00C831D9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>Position: 3. Zeile.</w:t>
            </w:r>
          </w:p>
        </w:tc>
      </w:tr>
      <w:tr w:rsidR="00A378E8" w:rsidRPr="00A378E8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A378E8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 xml:space="preserve">• </w:t>
            </w:r>
            <w:proofErr w:type="spellStart"/>
            <w:r w:rsidRPr="00A378E8">
              <w:rPr>
                <w:sz w:val="24"/>
              </w:rPr>
              <w:t>dance</w:t>
            </w:r>
            <w:proofErr w:type="spellEnd"/>
            <w:r w:rsidRPr="00A378E8">
              <w:rPr>
                <w:sz w:val="24"/>
              </w:rPr>
              <w:t>(d)</w:t>
            </w:r>
          </w:p>
        </w:tc>
      </w:tr>
    </w:tbl>
    <w:p w:rsidR="00A378E8" w:rsidRPr="00A378E8" w:rsidRDefault="00A378E8" w:rsidP="00A378E8">
      <w:pPr>
        <w:spacing w:before="0" w:after="0"/>
        <w:rPr>
          <w:b/>
          <w:sz w:val="24"/>
        </w:rPr>
      </w:pPr>
    </w:p>
    <w:p w:rsidR="00A378E8" w:rsidRPr="00A378E8" w:rsidRDefault="00A378E8" w:rsidP="00A378E8">
      <w:pPr>
        <w:spacing w:before="0" w:after="0"/>
        <w:rPr>
          <w:b/>
          <w:sz w:val="24"/>
        </w:rPr>
      </w:pPr>
      <w:r w:rsidRPr="00A378E8">
        <w:rPr>
          <w:b/>
          <w:sz w:val="24"/>
        </w:rPr>
        <w:t>4</w:t>
      </w:r>
      <w:r>
        <w:rPr>
          <w:b/>
          <w:sz w:val="24"/>
        </w:rPr>
        <w:t>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A378E8" w:rsidRPr="00A378E8" w:rsidTr="00C831D9">
        <w:trPr>
          <w:cantSplit/>
        </w:trPr>
        <w:tc>
          <w:tcPr>
            <w:tcW w:w="9638" w:type="dxa"/>
            <w:gridSpan w:val="2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>Position: 4. Zeile.</w:t>
            </w:r>
          </w:p>
        </w:tc>
      </w:tr>
      <w:tr w:rsidR="00A378E8" w:rsidRPr="00A378E8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A378E8">
              <w:rPr>
                <w:sz w:val="24"/>
              </w:rPr>
              <w:t>RICHTIG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A378E8" w:rsidRPr="00A378E8" w:rsidRDefault="00A378E8" w:rsidP="00A378E8">
            <w:pPr>
              <w:keepNext/>
              <w:keepLines/>
              <w:spacing w:before="0" w:after="0"/>
              <w:rPr>
                <w:sz w:val="24"/>
              </w:rPr>
            </w:pPr>
            <w:r w:rsidRPr="00A378E8">
              <w:rPr>
                <w:sz w:val="24"/>
              </w:rPr>
              <w:t xml:space="preserve">• </w:t>
            </w:r>
            <w:proofErr w:type="spellStart"/>
            <w:r w:rsidRPr="00A378E8">
              <w:rPr>
                <w:sz w:val="24"/>
              </w:rPr>
              <w:t>legs</w:t>
            </w:r>
            <w:proofErr w:type="spellEnd"/>
          </w:p>
        </w:tc>
      </w:tr>
    </w:tbl>
    <w:p w:rsidR="005A6D89" w:rsidRPr="00EA56B2" w:rsidRDefault="005A6D89" w:rsidP="00EA56B2">
      <w:pPr>
        <w:rPr>
          <w:lang w:val="en-GB"/>
        </w:rPr>
      </w:pPr>
      <w:bookmarkStart w:id="0" w:name="_GoBack"/>
      <w:bookmarkEnd w:id="0"/>
    </w:p>
    <w:sectPr w:rsidR="005A6D89" w:rsidRPr="00EA56B2" w:rsidSect="00D60A6F">
      <w:footerReference w:type="even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378E8"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56434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01F4"/>
    <w:rsid w:val="001048AC"/>
    <w:rsid w:val="00117BA5"/>
    <w:rsid w:val="00121C99"/>
    <w:rsid w:val="00122EF9"/>
    <w:rsid w:val="001323FA"/>
    <w:rsid w:val="001636D0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2E6507"/>
    <w:rsid w:val="00304067"/>
    <w:rsid w:val="00304DCD"/>
    <w:rsid w:val="003172B8"/>
    <w:rsid w:val="00325775"/>
    <w:rsid w:val="00354F25"/>
    <w:rsid w:val="003651DD"/>
    <w:rsid w:val="00371B7D"/>
    <w:rsid w:val="003751AF"/>
    <w:rsid w:val="00375D62"/>
    <w:rsid w:val="0039244B"/>
    <w:rsid w:val="003A496B"/>
    <w:rsid w:val="003B0BC1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45FF6"/>
    <w:rsid w:val="00455169"/>
    <w:rsid w:val="00460D51"/>
    <w:rsid w:val="00461D1A"/>
    <w:rsid w:val="00481151"/>
    <w:rsid w:val="004A0EB1"/>
    <w:rsid w:val="004A514C"/>
    <w:rsid w:val="004C3343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75FE9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671D0"/>
    <w:rsid w:val="0098573E"/>
    <w:rsid w:val="009946D3"/>
    <w:rsid w:val="009A5EFF"/>
    <w:rsid w:val="009A6A91"/>
    <w:rsid w:val="009C47FB"/>
    <w:rsid w:val="009D2627"/>
    <w:rsid w:val="00A03F22"/>
    <w:rsid w:val="00A12FBB"/>
    <w:rsid w:val="00A13FB9"/>
    <w:rsid w:val="00A378E8"/>
    <w:rsid w:val="00A40E91"/>
    <w:rsid w:val="00A45470"/>
    <w:rsid w:val="00A527A9"/>
    <w:rsid w:val="00A74051"/>
    <w:rsid w:val="00A8242C"/>
    <w:rsid w:val="00AD2EBA"/>
    <w:rsid w:val="00AE09C7"/>
    <w:rsid w:val="00AE42C1"/>
    <w:rsid w:val="00B0258E"/>
    <w:rsid w:val="00B27F04"/>
    <w:rsid w:val="00B511DD"/>
    <w:rsid w:val="00B64CD2"/>
    <w:rsid w:val="00B8136A"/>
    <w:rsid w:val="00B93D5C"/>
    <w:rsid w:val="00BB4632"/>
    <w:rsid w:val="00BD2EAF"/>
    <w:rsid w:val="00BE59B7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50EA"/>
    <w:rsid w:val="00D06B7B"/>
    <w:rsid w:val="00D11CFD"/>
    <w:rsid w:val="00D2416F"/>
    <w:rsid w:val="00D2434A"/>
    <w:rsid w:val="00D44C7A"/>
    <w:rsid w:val="00D47772"/>
    <w:rsid w:val="00D608AD"/>
    <w:rsid w:val="00D60A6F"/>
    <w:rsid w:val="00D6573D"/>
    <w:rsid w:val="00DB141D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0A7F"/>
    <w:rsid w:val="00E72B99"/>
    <w:rsid w:val="00E76C10"/>
    <w:rsid w:val="00EA56B2"/>
    <w:rsid w:val="00EB1981"/>
    <w:rsid w:val="00EC0D58"/>
    <w:rsid w:val="00EC1CAF"/>
    <w:rsid w:val="00ED68B6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25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2</cp:revision>
  <cp:lastPrinted>2007-01-11T14:25:00Z</cp:lastPrinted>
  <dcterms:created xsi:type="dcterms:W3CDTF">2012-12-13T16:56:00Z</dcterms:created>
  <dcterms:modified xsi:type="dcterms:W3CDTF">2012-12-13T16:56:00Z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