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41D" w:rsidRPr="00DB141D" w:rsidRDefault="00DB141D" w:rsidP="00A344D8">
      <w:pPr>
        <w:keepNext/>
        <w:spacing w:before="0" w:after="120"/>
        <w:jc w:val="center"/>
        <w:outlineLvl w:val="0"/>
        <w:rPr>
          <w:rFonts w:cs="Arial"/>
          <w:bCs/>
          <w:kern w:val="32"/>
          <w:sz w:val="28"/>
          <w:szCs w:val="36"/>
        </w:rPr>
      </w:pPr>
      <w:proofErr w:type="spellStart"/>
      <w:r w:rsidRPr="00DB141D">
        <w:rPr>
          <w:rFonts w:cs="Arial"/>
          <w:bCs/>
          <w:kern w:val="32"/>
          <w:sz w:val="28"/>
          <w:szCs w:val="36"/>
        </w:rPr>
        <w:t>Gymnastics</w:t>
      </w:r>
      <w:proofErr w:type="spellEnd"/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7"/>
        <w:gridCol w:w="8391"/>
      </w:tblGrid>
      <w:tr w:rsidR="00DB141D" w:rsidRPr="00DB141D" w:rsidTr="00C831D9">
        <w:trPr>
          <w:cantSplit/>
        </w:trPr>
        <w:tc>
          <w:tcPr>
            <w:tcW w:w="1247" w:type="dxa"/>
            <w:shd w:val="clear" w:color="auto" w:fill="auto"/>
            <w:vAlign w:val="center"/>
          </w:tcPr>
          <w:p w:rsidR="00DB141D" w:rsidRPr="00DB141D" w:rsidRDefault="00DB141D" w:rsidP="00DB141D">
            <w:pPr>
              <w:keepNext/>
              <w:keepLines/>
              <w:spacing w:before="0" w:after="0"/>
              <w:jc w:val="center"/>
              <w:rPr>
                <w:sz w:val="24"/>
              </w:rPr>
            </w:pPr>
            <w:r w:rsidRPr="00DB141D">
              <w:rPr>
                <w:sz w:val="24"/>
              </w:rPr>
              <w:t>RICHTIG</w:t>
            </w:r>
          </w:p>
          <w:p w:rsidR="00DB141D" w:rsidRPr="00DB141D" w:rsidRDefault="00DB141D" w:rsidP="00DB141D">
            <w:pPr>
              <w:keepNext/>
              <w:keepLines/>
              <w:spacing w:before="0" w:after="0"/>
              <w:jc w:val="center"/>
              <w:rPr>
                <w:sz w:val="24"/>
              </w:rPr>
            </w:pPr>
            <w:r w:rsidRPr="00DB141D">
              <w:rPr>
                <w:sz w:val="24"/>
              </w:rPr>
              <w:t>6x</w:t>
            </w:r>
          </w:p>
        </w:tc>
        <w:tc>
          <w:tcPr>
            <w:tcW w:w="8391" w:type="dxa"/>
            <w:shd w:val="clear" w:color="auto" w:fill="auto"/>
            <w:vAlign w:val="center"/>
          </w:tcPr>
          <w:p w:rsidR="00DB141D" w:rsidRPr="00DB141D" w:rsidRDefault="00DB141D" w:rsidP="00DB141D">
            <w:pPr>
              <w:keepNext/>
              <w:keepLines/>
              <w:spacing w:before="0" w:after="0"/>
              <w:rPr>
                <w:sz w:val="24"/>
              </w:rPr>
            </w:pPr>
            <w:r>
              <w:rPr>
                <w:noProof/>
                <w:sz w:val="24"/>
              </w:rPr>
              <w:drawing>
                <wp:inline distT="0" distB="0" distL="0" distR="0">
                  <wp:extent cx="5191125" cy="657225"/>
                  <wp:effectExtent l="0" t="0" r="0" b="9525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112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A6D89" w:rsidRPr="00DB141D" w:rsidRDefault="005A6D89" w:rsidP="00DB141D">
      <w:bookmarkStart w:id="0" w:name="_GoBack"/>
      <w:bookmarkEnd w:id="0"/>
    </w:p>
    <w:sectPr w:rsidR="005A6D89" w:rsidRPr="00DB141D" w:rsidSect="00D60A6F">
      <w:footerReference w:type="even" r:id="rId9"/>
      <w:footerReference w:type="default" r:id="rId10"/>
      <w:headerReference w:type="first" r:id="rId11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2C1" w:rsidRDefault="00AE42C1">
      <w:r>
        <w:separator/>
      </w:r>
    </w:p>
  </w:endnote>
  <w:endnote w:type="continuationSeparator" w:id="0">
    <w:p w:rsidR="00AE42C1" w:rsidRDefault="00AE4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2C1" w:rsidRDefault="00AE42C1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AE42C1" w:rsidRDefault="00AE42C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2C1" w:rsidRDefault="00AE42C1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2E6507">
      <w:rPr>
        <w:rStyle w:val="Seitenzahl"/>
        <w:noProof/>
      </w:rPr>
      <w:t>2</w:t>
    </w:r>
    <w:r>
      <w:rPr>
        <w:rStyle w:val="Seitenzahl"/>
      </w:rPr>
      <w:fldChar w:fldCharType="end"/>
    </w:r>
  </w:p>
  <w:p w:rsidR="00AE42C1" w:rsidRDefault="00AE42C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2C1" w:rsidRDefault="00AE42C1">
      <w:r>
        <w:separator/>
      </w:r>
    </w:p>
  </w:footnote>
  <w:footnote w:type="continuationSeparator" w:id="0">
    <w:p w:rsidR="00AE42C1" w:rsidRDefault="00AE42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2C1" w:rsidRDefault="00AE42C1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33C"/>
    <w:rsid w:val="00036691"/>
    <w:rsid w:val="0006149C"/>
    <w:rsid w:val="00081387"/>
    <w:rsid w:val="000B00DB"/>
    <w:rsid w:val="000B4812"/>
    <w:rsid w:val="000C6EA1"/>
    <w:rsid w:val="000D2DB0"/>
    <w:rsid w:val="000D5D22"/>
    <w:rsid w:val="000E6666"/>
    <w:rsid w:val="000E697C"/>
    <w:rsid w:val="001001F4"/>
    <w:rsid w:val="001048AC"/>
    <w:rsid w:val="00117BA5"/>
    <w:rsid w:val="00121C99"/>
    <w:rsid w:val="00122EF9"/>
    <w:rsid w:val="001323FA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2D64E3"/>
    <w:rsid w:val="002E6507"/>
    <w:rsid w:val="002E7514"/>
    <w:rsid w:val="00304067"/>
    <w:rsid w:val="00304DCD"/>
    <w:rsid w:val="003172B8"/>
    <w:rsid w:val="00325775"/>
    <w:rsid w:val="00354F25"/>
    <w:rsid w:val="003651DD"/>
    <w:rsid w:val="00371B7D"/>
    <w:rsid w:val="003751AF"/>
    <w:rsid w:val="00375D62"/>
    <w:rsid w:val="0039244B"/>
    <w:rsid w:val="003A496B"/>
    <w:rsid w:val="003B0BC1"/>
    <w:rsid w:val="003B3A83"/>
    <w:rsid w:val="003C1D06"/>
    <w:rsid w:val="003C5441"/>
    <w:rsid w:val="003C7D61"/>
    <w:rsid w:val="003D50E7"/>
    <w:rsid w:val="003D6D24"/>
    <w:rsid w:val="003D7948"/>
    <w:rsid w:val="00426CE8"/>
    <w:rsid w:val="00432124"/>
    <w:rsid w:val="00455169"/>
    <w:rsid w:val="00460D51"/>
    <w:rsid w:val="00461D1A"/>
    <w:rsid w:val="00481151"/>
    <w:rsid w:val="004A0EB1"/>
    <w:rsid w:val="004A514C"/>
    <w:rsid w:val="004D1DCE"/>
    <w:rsid w:val="004D54E8"/>
    <w:rsid w:val="004F4AE1"/>
    <w:rsid w:val="004F70C4"/>
    <w:rsid w:val="0050377F"/>
    <w:rsid w:val="00510900"/>
    <w:rsid w:val="00515C4D"/>
    <w:rsid w:val="005163C7"/>
    <w:rsid w:val="00542EEE"/>
    <w:rsid w:val="00566351"/>
    <w:rsid w:val="00573AB9"/>
    <w:rsid w:val="0059034C"/>
    <w:rsid w:val="00593590"/>
    <w:rsid w:val="005A6D89"/>
    <w:rsid w:val="005D22C4"/>
    <w:rsid w:val="0061709D"/>
    <w:rsid w:val="006330E5"/>
    <w:rsid w:val="00640723"/>
    <w:rsid w:val="00666933"/>
    <w:rsid w:val="0067433C"/>
    <w:rsid w:val="00687ABE"/>
    <w:rsid w:val="00692E69"/>
    <w:rsid w:val="006F52F5"/>
    <w:rsid w:val="00724400"/>
    <w:rsid w:val="00737AB1"/>
    <w:rsid w:val="00753D68"/>
    <w:rsid w:val="00756CB3"/>
    <w:rsid w:val="007A336F"/>
    <w:rsid w:val="007A3D94"/>
    <w:rsid w:val="007A45ED"/>
    <w:rsid w:val="007B7BC3"/>
    <w:rsid w:val="007C729F"/>
    <w:rsid w:val="007D4262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671D0"/>
    <w:rsid w:val="0098573E"/>
    <w:rsid w:val="009946D3"/>
    <w:rsid w:val="009A5EFF"/>
    <w:rsid w:val="009A6A91"/>
    <w:rsid w:val="009C47FB"/>
    <w:rsid w:val="009D2627"/>
    <w:rsid w:val="00A03F22"/>
    <w:rsid w:val="00A12FBB"/>
    <w:rsid w:val="00A13FB9"/>
    <w:rsid w:val="00A344D8"/>
    <w:rsid w:val="00A40E91"/>
    <w:rsid w:val="00A45470"/>
    <w:rsid w:val="00A527A9"/>
    <w:rsid w:val="00A74051"/>
    <w:rsid w:val="00A8242C"/>
    <w:rsid w:val="00AD2EBA"/>
    <w:rsid w:val="00AE09C7"/>
    <w:rsid w:val="00AE42C1"/>
    <w:rsid w:val="00B0258E"/>
    <w:rsid w:val="00B511DD"/>
    <w:rsid w:val="00B64CD2"/>
    <w:rsid w:val="00B8136A"/>
    <w:rsid w:val="00B93D5C"/>
    <w:rsid w:val="00BB4632"/>
    <w:rsid w:val="00BD2EAF"/>
    <w:rsid w:val="00BE59B7"/>
    <w:rsid w:val="00BE5DEA"/>
    <w:rsid w:val="00C01791"/>
    <w:rsid w:val="00C12C3E"/>
    <w:rsid w:val="00C30223"/>
    <w:rsid w:val="00C31DDF"/>
    <w:rsid w:val="00C82E79"/>
    <w:rsid w:val="00C93D69"/>
    <w:rsid w:val="00C974B6"/>
    <w:rsid w:val="00CC00CD"/>
    <w:rsid w:val="00CE6C83"/>
    <w:rsid w:val="00CF0367"/>
    <w:rsid w:val="00CF4215"/>
    <w:rsid w:val="00D01663"/>
    <w:rsid w:val="00D03669"/>
    <w:rsid w:val="00D050EA"/>
    <w:rsid w:val="00D06B7B"/>
    <w:rsid w:val="00D11CFD"/>
    <w:rsid w:val="00D2434A"/>
    <w:rsid w:val="00D44C7A"/>
    <w:rsid w:val="00D47772"/>
    <w:rsid w:val="00D608AD"/>
    <w:rsid w:val="00D60A6F"/>
    <w:rsid w:val="00D6573D"/>
    <w:rsid w:val="00DB141D"/>
    <w:rsid w:val="00DE679B"/>
    <w:rsid w:val="00DF3422"/>
    <w:rsid w:val="00E0041B"/>
    <w:rsid w:val="00E11F3D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B1981"/>
    <w:rsid w:val="00EC0D58"/>
    <w:rsid w:val="00EC1CAF"/>
    <w:rsid w:val="00EF6278"/>
    <w:rsid w:val="00F0154F"/>
    <w:rsid w:val="00F11B49"/>
    <w:rsid w:val="00F24C3F"/>
    <w:rsid w:val="00F43CA1"/>
    <w:rsid w:val="00F6230D"/>
    <w:rsid w:val="00F65826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4A514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A51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4A514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A51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Englisch\main\25_VERA8_2013\VERA8_2013_finaler%20Lauf\11_Onlinepr&#228;senz\Auswertungsanleitungen%20f&#252;r%20Online-Stellung\Vorlage_Auswert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Vorlage_Auswertung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Veronica Martysz</dc:creator>
  <cp:lastModifiedBy>Veronica Martysz</cp:lastModifiedBy>
  <cp:revision>4</cp:revision>
  <cp:lastPrinted>2007-01-11T14:25:00Z</cp:lastPrinted>
  <dcterms:created xsi:type="dcterms:W3CDTF">2012-12-13T16:39:00Z</dcterms:created>
  <dcterms:modified xsi:type="dcterms:W3CDTF">2012-12-13T17:10:00Z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