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D15" w:rsidRPr="00A43268" w:rsidRDefault="00950C4C" w:rsidP="00DC1A7D">
      <w:pPr>
        <w:pStyle w:val="IQBTHAufgabentitel"/>
      </w:pPr>
      <w:r>
        <w:t>Tom Bombadil</w:t>
      </w:r>
    </w:p>
    <w:p w:rsidR="00950C4C" w:rsidRDefault="00950C4C" w:rsidP="00950C4C">
      <w:pPr>
        <w:pStyle w:val="IQB-Aufgabengrafik"/>
      </w:pPr>
      <w:r w:rsidRPr="00444800">
        <w:rPr>
          <w:noProof/>
        </w:rPr>
        <w:drawing>
          <wp:inline distT="0" distB="0" distL="0" distR="0">
            <wp:extent cx="6113780" cy="8074660"/>
            <wp:effectExtent l="0" t="0" r="0" b="0"/>
            <wp:docPr id="2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807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lastRenderedPageBreak/>
        <w:t>1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35015" cy="604520"/>
            <wp:effectExtent l="0" t="0" r="0" b="0"/>
            <wp:docPr id="2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2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35015" cy="604520"/>
            <wp:effectExtent l="0" t="0" r="0" b="0"/>
            <wp:docPr id="2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3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35015" cy="759460"/>
            <wp:effectExtent l="0" t="0" r="0" b="0"/>
            <wp:docPr id="2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4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27395" cy="2766695"/>
            <wp:effectExtent l="0" t="0" r="0" b="0"/>
            <wp:docPr id="1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276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5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35015" cy="604520"/>
            <wp:effectExtent l="0" t="0" r="0" b="0"/>
            <wp:docPr id="1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6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35015" cy="759460"/>
            <wp:effectExtent l="0" t="0" r="0" b="0"/>
            <wp:docPr id="1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lastRenderedPageBreak/>
        <w:t>7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27395" cy="1386840"/>
            <wp:effectExtent l="0" t="0" r="0" b="0"/>
            <wp:docPr id="1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8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27395" cy="503555"/>
            <wp:effectExtent l="0" t="0" r="0" b="0"/>
            <wp:docPr id="1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9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27395" cy="1673860"/>
            <wp:effectExtent l="0" t="0" r="0" b="0"/>
            <wp:docPr id="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4C" w:rsidRDefault="00950C4C" w:rsidP="00950C4C">
      <w:pPr>
        <w:pStyle w:val="IQB-Teilaufgabentitel"/>
      </w:pPr>
      <w:r>
        <w:t>10</w:t>
      </w:r>
    </w:p>
    <w:p w:rsidR="00950C4C" w:rsidRDefault="00950C4C" w:rsidP="00950C4C">
      <w:pPr>
        <w:pStyle w:val="IQB-Teilaufgabengrafik"/>
      </w:pPr>
      <w:r w:rsidRPr="00444800">
        <w:rPr>
          <w:noProof/>
        </w:rPr>
        <w:drawing>
          <wp:inline distT="0" distB="0" distL="0" distR="0">
            <wp:extent cx="5827395" cy="2293620"/>
            <wp:effectExtent l="0" t="0" r="0" b="0"/>
            <wp:docPr id="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38D" w:rsidRDefault="00EA138D" w:rsidP="00950C4C">
      <w:bookmarkStart w:id="0" w:name="_GoBack"/>
      <w:bookmarkEnd w:id="0"/>
    </w:p>
    <w:sectPr w:rsidR="00EA138D" w:rsidSect="00FD413E">
      <w:footerReference w:type="default" r:id="rId17"/>
      <w:headerReference w:type="first" r:id="rId18"/>
      <w:footerReference w:type="first" r:id="rId19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C4C" w:rsidRDefault="00950C4C" w:rsidP="004614D5">
      <w:r>
        <w:separator/>
      </w:r>
    </w:p>
  </w:endnote>
  <w:endnote w:type="continuationSeparator" w:id="0">
    <w:p w:rsidR="00950C4C" w:rsidRDefault="00950C4C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C04B1C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C4C" w:rsidRDefault="00950C4C" w:rsidP="004614D5">
      <w:r>
        <w:separator/>
      </w:r>
    </w:p>
  </w:footnote>
  <w:footnote w:type="continuationSeparator" w:id="0">
    <w:p w:rsidR="00950C4C" w:rsidRDefault="00950C4C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950C4C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0" b="0"/>
          <wp:wrapTopAndBottom/>
          <wp:docPr id="6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C4C"/>
    <w:rsid w:val="001D7D01"/>
    <w:rsid w:val="00294A0B"/>
    <w:rsid w:val="004614D5"/>
    <w:rsid w:val="004643B4"/>
    <w:rsid w:val="007027DF"/>
    <w:rsid w:val="00867D15"/>
    <w:rsid w:val="00950C4C"/>
    <w:rsid w:val="00BE0B02"/>
    <w:rsid w:val="00C04B1C"/>
    <w:rsid w:val="00CA68EA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0BD8CF"/>
  <w15:chartTrackingRefBased/>
  <w15:docId w15:val="{41479776-256B-4BC4-A646-CF9E0574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50C4C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-Teilaufgabentitel">
    <w:name w:val="IQB-Teilaufgabentitel"/>
    <w:basedOn w:val="Standard"/>
    <w:link w:val="IQB-TeilaufgabentitelZchn"/>
    <w:rsid w:val="00950C4C"/>
    <w:pPr>
      <w:keepNext/>
      <w:spacing w:before="360"/>
    </w:pPr>
    <w:rPr>
      <w:rFonts w:ascii="Arial" w:hAnsi="Arial"/>
      <w:b/>
    </w:rPr>
  </w:style>
  <w:style w:type="character" w:customStyle="1" w:styleId="IQB-TeilaufgabentitelZchn">
    <w:name w:val="IQB-Teilaufgabentitel Zchn"/>
    <w:link w:val="IQB-Teilaufgabentitel"/>
    <w:rsid w:val="00950C4C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950C4C"/>
    <w:pPr>
      <w:widowControl w:val="0"/>
      <w:spacing w:before="60" w:after="120"/>
    </w:pPr>
    <w:rPr>
      <w:rFonts w:ascii="Arial" w:hAnsi="Arial"/>
    </w:rPr>
  </w:style>
  <w:style w:type="character" w:customStyle="1" w:styleId="IQB-TeilaufgabengrafikZchn">
    <w:name w:val="IQB-Teilaufgabengrafik Zchn"/>
    <w:link w:val="IQB-Teilaufgabengrafik"/>
    <w:rsid w:val="00950C4C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950C4C"/>
    <w:pPr>
      <w:widowControl w:val="0"/>
      <w:spacing w:before="60" w:after="120"/>
    </w:pPr>
    <w:rPr>
      <w:rFonts w:ascii="Arial" w:hAnsi="Arial"/>
    </w:rPr>
  </w:style>
  <w:style w:type="character" w:customStyle="1" w:styleId="IQB-AufgabengrafikZchn">
    <w:name w:val="IQB-Aufgabengrafik Zchn"/>
    <w:link w:val="IQB-Aufgabengrafik"/>
    <w:rsid w:val="00950C4C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utsch\main\VERA\Vera-Allgemein\OnlineAufgabenPool_Stand\OnlineAufgaben_2025\Aufgaben%20zur%20Onlinestellung%202025%20Deutsch%20SekI\Zuh&#246;ren\Vorlage_Aufgab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3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Stöhr</dc:creator>
  <cp:keywords/>
  <cp:lastModifiedBy>Matthias Stöhr</cp:lastModifiedBy>
  <cp:revision>1</cp:revision>
  <dcterms:created xsi:type="dcterms:W3CDTF">2025-01-21T09:34:00Z</dcterms:created>
  <dcterms:modified xsi:type="dcterms:W3CDTF">2025-01-21T09:43:00Z</dcterms:modified>
</cp:coreProperties>
</file>