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844" w:rsidRDefault="003B1517" w:rsidP="009D3748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Riesenkalmar</w:t>
      </w:r>
    </w:p>
    <w:p w:rsidR="003B1517" w:rsidRDefault="003B1517" w:rsidP="003B1517">
      <w:pPr>
        <w:pStyle w:val="IQB-Aufgabengrafik"/>
      </w:pPr>
      <w:r>
        <w:rPr>
          <w:noProof/>
        </w:rPr>
        <w:drawing>
          <wp:inline distT="0" distB="0" distL="0" distR="0" wp14:anchorId="73110A85" wp14:editId="6FCD8A39">
            <wp:extent cx="6120000" cy="8172554"/>
            <wp:effectExtent l="19050" t="0" r="9525" b="0"/>
            <wp:docPr id="2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817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lastRenderedPageBreak/>
        <w:t>Teilaufgabe 1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3B3C9AED" wp14:editId="1F10576F">
            <wp:extent cx="5832000" cy="1779896"/>
            <wp:effectExtent l="19050" t="0" r="9525" b="0"/>
            <wp:docPr id="2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779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2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273C58D7" wp14:editId="5128E621">
            <wp:extent cx="5832000" cy="1031961"/>
            <wp:effectExtent l="19050" t="0" r="9525" b="0"/>
            <wp:docPr id="26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3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3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29115868" wp14:editId="19794E26">
            <wp:extent cx="5832000" cy="605922"/>
            <wp:effectExtent l="19050" t="0" r="9525" b="0"/>
            <wp:docPr id="2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4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5DB7BC67" wp14:editId="6CC3A8E3">
            <wp:extent cx="5832000" cy="568052"/>
            <wp:effectExtent l="19050" t="0" r="9525" b="0"/>
            <wp:docPr id="28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6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5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2932F4C4" wp14:editId="22E4D70D">
            <wp:extent cx="5832000" cy="577519"/>
            <wp:effectExtent l="19050" t="0" r="9525" b="0"/>
            <wp:docPr id="29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7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6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401ACB04" wp14:editId="5EEB2242">
            <wp:extent cx="5832000" cy="1050896"/>
            <wp:effectExtent l="19050" t="0" r="9525" b="0"/>
            <wp:docPr id="30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50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lastRenderedPageBreak/>
        <w:t>Teilaufgabe 7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7D8E1497" wp14:editId="4EB8E428">
            <wp:extent cx="5832000" cy="1031961"/>
            <wp:effectExtent l="19050" t="0" r="9525" b="0"/>
            <wp:docPr id="3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3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8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2615C3C0" wp14:editId="2C0361D6">
            <wp:extent cx="5832000" cy="757403"/>
            <wp:effectExtent l="19050" t="0" r="9525" b="0"/>
            <wp:docPr id="3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57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9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27C6BC63" wp14:editId="0E35D7C4">
            <wp:extent cx="5832000" cy="492312"/>
            <wp:effectExtent l="19050" t="0" r="9525" b="0"/>
            <wp:docPr id="34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92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10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4A5B6518" wp14:editId="2F421B64">
            <wp:extent cx="5832000" cy="605922"/>
            <wp:effectExtent l="19050" t="0" r="9525" b="0"/>
            <wp:docPr id="36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11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1621A4B8" wp14:editId="23B8F512">
            <wp:extent cx="5832000" cy="1902974"/>
            <wp:effectExtent l="19050" t="0" r="9525" b="0"/>
            <wp:docPr id="3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02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12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565B6797" wp14:editId="0BA1E061">
            <wp:extent cx="5832000" cy="757403"/>
            <wp:effectExtent l="19050" t="0" r="9525" b="0"/>
            <wp:docPr id="39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57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lastRenderedPageBreak/>
        <w:t>Teilaufgabe 13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5C299884" wp14:editId="42CCF165">
            <wp:extent cx="5832000" cy="765627"/>
            <wp:effectExtent l="19050" t="0" r="9525" b="0"/>
            <wp:docPr id="40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65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14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4B5589AE" wp14:editId="2B8FB7D2">
            <wp:extent cx="5832000" cy="605922"/>
            <wp:effectExtent l="19050" t="0" r="9525" b="0"/>
            <wp:docPr id="4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15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438BC470" wp14:editId="63FBCBA9">
            <wp:extent cx="5832000" cy="662727"/>
            <wp:effectExtent l="19050" t="0" r="9525" b="0"/>
            <wp:docPr id="4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62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16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50BD76D6" wp14:editId="0F84C77D">
            <wp:extent cx="5832000" cy="1808299"/>
            <wp:effectExtent l="19050" t="0" r="9525" b="0"/>
            <wp:docPr id="44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808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t>Teilaufgabe 17</w:t>
      </w:r>
      <w:r>
        <w:t>:</w:t>
      </w:r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1AB11875" wp14:editId="170413C1">
            <wp:extent cx="5832000" cy="1031961"/>
            <wp:effectExtent l="19050" t="0" r="9525" b="0"/>
            <wp:docPr id="4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3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17" w:rsidRDefault="003B1517" w:rsidP="003B1517">
      <w:pPr>
        <w:pStyle w:val="IQB-Teilaufgabentitel"/>
      </w:pPr>
      <w:r>
        <w:lastRenderedPageBreak/>
        <w:t xml:space="preserve">Teilaufgabe </w:t>
      </w:r>
      <w:r>
        <w:t>18</w:t>
      </w:r>
      <w:r>
        <w:t>:</w:t>
      </w:r>
      <w:bookmarkStart w:id="0" w:name="_GoBack"/>
      <w:bookmarkEnd w:id="0"/>
    </w:p>
    <w:p w:rsidR="003B1517" w:rsidRDefault="003B1517" w:rsidP="003B1517">
      <w:pPr>
        <w:pStyle w:val="IQB-Teilaufgabengrafik"/>
      </w:pPr>
      <w:r>
        <w:rPr>
          <w:noProof/>
        </w:rPr>
        <w:drawing>
          <wp:inline distT="0" distB="0" distL="0" distR="0" wp14:anchorId="12767F06" wp14:editId="66F3CD96">
            <wp:extent cx="5832000" cy="2916000"/>
            <wp:effectExtent l="19050" t="0" r="9525" b="0"/>
            <wp:docPr id="48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9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748" w:rsidRPr="009D3748" w:rsidRDefault="009D3748" w:rsidP="003B1517">
      <w:pPr>
        <w:rPr>
          <w:rFonts w:ascii="Arial" w:hAnsi="Arial" w:cs="Arial"/>
          <w:sz w:val="24"/>
        </w:rPr>
      </w:pPr>
    </w:p>
    <w:sectPr w:rsidR="009D3748" w:rsidRPr="009D374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517" w:rsidRDefault="003B1517" w:rsidP="009D3748">
      <w:pPr>
        <w:spacing w:after="0" w:line="240" w:lineRule="auto"/>
      </w:pPr>
      <w:r>
        <w:separator/>
      </w:r>
    </w:p>
  </w:endnote>
  <w:endnote w:type="continuationSeparator" w:id="0">
    <w:p w:rsidR="003B1517" w:rsidRDefault="003B1517" w:rsidP="009D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517" w:rsidRDefault="003B1517" w:rsidP="009D3748">
      <w:pPr>
        <w:spacing w:after="0" w:line="240" w:lineRule="auto"/>
      </w:pPr>
      <w:r>
        <w:separator/>
      </w:r>
    </w:p>
  </w:footnote>
  <w:footnote w:type="continuationSeparator" w:id="0">
    <w:p w:rsidR="003B1517" w:rsidRDefault="003B1517" w:rsidP="009D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1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17"/>
    <w:rsid w:val="003B1517"/>
    <w:rsid w:val="00591BCE"/>
    <w:rsid w:val="00733769"/>
    <w:rsid w:val="009D3748"/>
    <w:rsid w:val="00F1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A64FA"/>
  <w15:chartTrackingRefBased/>
  <w15:docId w15:val="{2CF583E4-7633-4144-ACCC-D01E3F10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3748"/>
  </w:style>
  <w:style w:type="paragraph" w:styleId="Fuzeile">
    <w:name w:val="footer"/>
    <w:basedOn w:val="Standard"/>
    <w:link w:val="FuzeileZchn"/>
    <w:uiPriority w:val="99"/>
    <w:unhideWhenUsed/>
    <w:rsid w:val="009D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3748"/>
  </w:style>
  <w:style w:type="paragraph" w:customStyle="1" w:styleId="IQB-Teilaufgabentitel">
    <w:name w:val="IQB-Teilaufgabentitel"/>
    <w:basedOn w:val="Standard"/>
    <w:link w:val="IQB-TeilaufgabentitelZchn"/>
    <w:rsid w:val="003B1517"/>
    <w:pPr>
      <w:keepNext/>
      <w:spacing w:before="360"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paragraph" w:customStyle="1" w:styleId="IQB-RSNormal">
    <w:name w:val="IQB-RSNormal"/>
    <w:basedOn w:val="Standard"/>
    <w:link w:val="IQB-RSNormalZchn"/>
    <w:qFormat/>
    <w:rsid w:val="003B1517"/>
    <w:pPr>
      <w:spacing w:before="60" w:after="0" w:line="240" w:lineRule="auto"/>
    </w:pPr>
    <w:rPr>
      <w:rFonts w:ascii="Arial" w:eastAsia="Times New Roman" w:hAnsi="Arial" w:cs="Arial"/>
      <w:lang w:eastAsia="de-DE"/>
    </w:rPr>
  </w:style>
  <w:style w:type="character" w:customStyle="1" w:styleId="IQB-RSNormalZchn">
    <w:name w:val="IQB-RSNormal Zchn"/>
    <w:basedOn w:val="Absatz-Standardschriftart"/>
    <w:link w:val="IQB-RSNormal"/>
    <w:rsid w:val="003B1517"/>
    <w:rPr>
      <w:rFonts w:ascii="Arial" w:eastAsia="Times New Roman" w:hAnsi="Arial" w:cs="Arial"/>
      <w:lang w:eastAsia="de-DE"/>
    </w:rPr>
  </w:style>
  <w:style w:type="paragraph" w:customStyle="1" w:styleId="IQB-RSCodeValue">
    <w:name w:val="IQB-RSCodeValue"/>
    <w:basedOn w:val="Standard"/>
    <w:link w:val="IQB-RSCodeValueZchn"/>
    <w:qFormat/>
    <w:rsid w:val="003B1517"/>
    <w:pPr>
      <w:spacing w:before="60"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customStyle="1" w:styleId="IQB-RSCodeValueZchn">
    <w:name w:val="IQB-RSCodeValue Zchn"/>
    <w:basedOn w:val="Absatz-Standardschriftart"/>
    <w:link w:val="IQB-RSCodeValue"/>
    <w:rsid w:val="003B1517"/>
    <w:rPr>
      <w:rFonts w:ascii="Arial" w:eastAsia="Times New Roman" w:hAnsi="Arial" w:cs="Times New Roman"/>
      <w:szCs w:val="24"/>
      <w:lang w:eastAsia="de-DE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3B1517"/>
    <w:rPr>
      <w:rFonts w:ascii="Arial" w:eastAsia="Times New Roman" w:hAnsi="Arial" w:cs="Times New Roman"/>
      <w:b/>
      <w:sz w:val="24"/>
      <w:szCs w:val="24"/>
      <w:lang w:eastAsia="de-DE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3B1517"/>
    <w:pPr>
      <w:widowControl w:val="0"/>
      <w:spacing w:before="60" w:after="12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3B1517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IQB-Aufgabengrafik">
    <w:name w:val="IQB-Aufgabengrafik"/>
    <w:basedOn w:val="Standard"/>
    <w:link w:val="IQB-AufgabengrafikZchn"/>
    <w:qFormat/>
    <w:rsid w:val="003B1517"/>
    <w:pPr>
      <w:widowControl w:val="0"/>
      <w:spacing w:before="60" w:after="12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IQB-AufgabengrafikZchn">
    <w:name w:val="IQB-Aufgabengrafik Zchn"/>
    <w:basedOn w:val="IQB-TeilaufgabengrafikZchn"/>
    <w:link w:val="IQB-Aufgabengrafik"/>
    <w:rsid w:val="003B1517"/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footer" Target="footer2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eutsch\main\VERA\Vera-Allgemein\OnlineAufgabenPool_Stand\OnlineAufgaben_2025\Vorlage_Aufgabe%20(als%20Vorlage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 (als Vorlage)</Template>
  <TotalTime>0</TotalTime>
  <Pages>5</Pages>
  <Words>45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Stöhr</dc:creator>
  <cp:keywords/>
  <dc:description/>
  <cp:lastModifiedBy>Matthias Stöhr</cp:lastModifiedBy>
  <cp:revision>1</cp:revision>
  <dcterms:created xsi:type="dcterms:W3CDTF">2025-01-28T14:36:00Z</dcterms:created>
  <dcterms:modified xsi:type="dcterms:W3CDTF">2025-01-28T14:42:00Z</dcterms:modified>
</cp:coreProperties>
</file>