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844" w:rsidRDefault="00C41D74" w:rsidP="009D3748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Das Herz von Jayne Mansfield</w:t>
      </w:r>
    </w:p>
    <w:p w:rsidR="00C41D74" w:rsidRDefault="00C41D74" w:rsidP="00C41D74">
      <w:pPr>
        <w:pStyle w:val="IQB-Aufgabengrafik"/>
      </w:pPr>
      <w:r>
        <w:rPr>
          <w:noProof/>
        </w:rPr>
        <w:drawing>
          <wp:inline distT="0" distB="0" distL="0" distR="0" wp14:anchorId="0328A237" wp14:editId="48E3C277">
            <wp:extent cx="6120000" cy="8263410"/>
            <wp:effectExtent l="19050" t="0" r="9525" b="0"/>
            <wp:docPr id="5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826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lastRenderedPageBreak/>
        <w:t xml:space="preserve">Teilaufgabe </w:t>
      </w:r>
      <w:r w:rsidR="00C41D74">
        <w:t>1</w:t>
      </w:r>
      <w:r>
        <w:t>:</w:t>
      </w:r>
      <w:bookmarkStart w:id="0" w:name="_GoBack"/>
      <w:bookmarkEnd w:id="0"/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64A828B2" wp14:editId="222E20DD">
            <wp:extent cx="5832000" cy="605922"/>
            <wp:effectExtent l="19050" t="0" r="9525" b="0"/>
            <wp:docPr id="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2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5EAF7CD9" wp14:editId="0D558460">
            <wp:extent cx="5832000" cy="605922"/>
            <wp:effectExtent l="19050" t="0" r="9525" b="0"/>
            <wp:docPr id="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3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24C40DCD" wp14:editId="10522A6C">
            <wp:extent cx="5832000" cy="605922"/>
            <wp:effectExtent l="19050" t="0" r="9525" b="0"/>
            <wp:docPr id="4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4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3B322682" wp14:editId="0DFC28B0">
            <wp:extent cx="5832000" cy="605922"/>
            <wp:effectExtent l="19050" t="0" r="9525" b="0"/>
            <wp:docPr id="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5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1DB1AB27" wp14:editId="43FFA805">
            <wp:extent cx="5832000" cy="605922"/>
            <wp:effectExtent l="19050" t="0" r="9525" b="0"/>
            <wp:docPr id="6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6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41DDB224" wp14:editId="7107DF40">
            <wp:extent cx="5832000" cy="757403"/>
            <wp:effectExtent l="19050" t="0" r="9525" b="0"/>
            <wp:docPr id="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57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7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560C81BA" wp14:editId="38D99091">
            <wp:extent cx="5832000" cy="605922"/>
            <wp:effectExtent l="19050" t="0" r="9525" b="0"/>
            <wp:docPr id="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8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0D8BD5E8" wp14:editId="4899E6D8">
            <wp:extent cx="5832000" cy="520714"/>
            <wp:effectExtent l="19050" t="0" r="9525" b="0"/>
            <wp:docPr id="9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20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lastRenderedPageBreak/>
        <w:t xml:space="preserve">Teilaufgabe </w:t>
      </w:r>
      <w:r w:rsidR="00C41D74">
        <w:t>9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1E76ED83" wp14:editId="53827C73">
            <wp:extent cx="5832000" cy="605922"/>
            <wp:effectExtent l="19050" t="0" r="9525" b="0"/>
            <wp:docPr id="1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10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4FED3B04" wp14:editId="5AFDF03A">
            <wp:extent cx="5832000" cy="1268649"/>
            <wp:effectExtent l="19050" t="0" r="9525" b="0"/>
            <wp:docPr id="1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6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11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633084C7" wp14:editId="5762B58F">
            <wp:extent cx="5832000" cy="1031961"/>
            <wp:effectExtent l="19050" t="0" r="9525" b="0"/>
            <wp:docPr id="14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12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00DC250A" wp14:editId="1885AE4D">
            <wp:extent cx="5832000" cy="642749"/>
            <wp:effectExtent l="19050" t="0" r="9525" b="0"/>
            <wp:docPr id="1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13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0E5727EA" wp14:editId="40A2E5E5">
            <wp:extent cx="5832000" cy="1031961"/>
            <wp:effectExtent l="19050" t="0" r="9525" b="0"/>
            <wp:docPr id="1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14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445A4A46" wp14:editId="56E02F3A">
            <wp:extent cx="5832000" cy="605922"/>
            <wp:effectExtent l="19050" t="0" r="9525" b="0"/>
            <wp:docPr id="1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lastRenderedPageBreak/>
        <w:t xml:space="preserve">Teilaufgabe </w:t>
      </w:r>
      <w:r w:rsidR="00C41D74">
        <w:t>15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7180AF11" wp14:editId="70C907B3">
            <wp:extent cx="5832000" cy="1031961"/>
            <wp:effectExtent l="19050" t="0" r="9525" b="0"/>
            <wp:docPr id="19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16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6B3946DA" wp14:editId="0F5FF789">
            <wp:extent cx="5832000" cy="577519"/>
            <wp:effectExtent l="19050" t="0" r="9525" b="0"/>
            <wp:docPr id="20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7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D74" w:rsidRDefault="00B55BB9" w:rsidP="00C41D74">
      <w:pPr>
        <w:pStyle w:val="IQB-Teilaufgabentitel"/>
      </w:pPr>
      <w:r>
        <w:t xml:space="preserve">Teilaufgabe </w:t>
      </w:r>
      <w:r w:rsidR="00C41D74">
        <w:t>17</w:t>
      </w:r>
      <w:r>
        <w:t>:</w:t>
      </w:r>
    </w:p>
    <w:p w:rsidR="00C41D74" w:rsidRDefault="00C41D74" w:rsidP="00C41D74">
      <w:pPr>
        <w:pStyle w:val="IQB-Teilaufgabengrafik"/>
      </w:pPr>
      <w:r>
        <w:rPr>
          <w:noProof/>
        </w:rPr>
        <w:drawing>
          <wp:inline distT="0" distB="0" distL="0" distR="0" wp14:anchorId="6FA7EA41" wp14:editId="17D2B541">
            <wp:extent cx="5832000" cy="833143"/>
            <wp:effectExtent l="19050" t="0" r="9525" b="0"/>
            <wp:docPr id="2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833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1D7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D74" w:rsidRDefault="00C41D74" w:rsidP="009D3748">
      <w:pPr>
        <w:spacing w:after="0" w:line="240" w:lineRule="auto"/>
      </w:pPr>
      <w:r>
        <w:separator/>
      </w:r>
    </w:p>
  </w:endnote>
  <w:endnote w:type="continuationSeparator" w:id="0">
    <w:p w:rsidR="00C41D74" w:rsidRDefault="00C41D74" w:rsidP="009D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D74" w:rsidRDefault="00C41D74" w:rsidP="009D3748">
      <w:pPr>
        <w:spacing w:after="0" w:line="240" w:lineRule="auto"/>
      </w:pPr>
      <w:r>
        <w:separator/>
      </w:r>
    </w:p>
  </w:footnote>
  <w:footnote w:type="continuationSeparator" w:id="0">
    <w:p w:rsidR="00C41D74" w:rsidRDefault="00C41D74" w:rsidP="009D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1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D74"/>
    <w:rsid w:val="00591BCE"/>
    <w:rsid w:val="00733769"/>
    <w:rsid w:val="009D3748"/>
    <w:rsid w:val="00B55BB9"/>
    <w:rsid w:val="00C41D74"/>
    <w:rsid w:val="00F1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8E792C"/>
  <w15:chartTrackingRefBased/>
  <w15:docId w15:val="{C386BB44-5DF6-480C-869A-5CDDFE8D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1D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3748"/>
  </w:style>
  <w:style w:type="paragraph" w:styleId="Fuzeile">
    <w:name w:val="footer"/>
    <w:basedOn w:val="Standard"/>
    <w:link w:val="FuzeileZchn"/>
    <w:uiPriority w:val="99"/>
    <w:unhideWhenUsed/>
    <w:rsid w:val="009D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3748"/>
  </w:style>
  <w:style w:type="paragraph" w:customStyle="1" w:styleId="IQB-Aufgabentitel">
    <w:name w:val="IQB-Aufgabentitel"/>
    <w:basedOn w:val="berschrift2"/>
    <w:rsid w:val="00C41D74"/>
    <w:pPr>
      <w:pBdr>
        <w:top w:val="single" w:sz="4" w:space="3" w:color="auto"/>
        <w:bottom w:val="single" w:sz="4" w:space="3" w:color="auto"/>
      </w:pBdr>
      <w:spacing w:before="60" w:after="60" w:line="240" w:lineRule="auto"/>
      <w:jc w:val="center"/>
    </w:pPr>
    <w:rPr>
      <w:rFonts w:ascii="Arial" w:hAnsi="Arial"/>
      <w:bCs/>
      <w:color w:val="auto"/>
      <w:sz w:val="36"/>
      <w:szCs w:val="36"/>
      <w:lang w:eastAsia="de-DE"/>
    </w:rPr>
  </w:style>
  <w:style w:type="paragraph" w:customStyle="1" w:styleId="IQB-Teilaufgabentitel">
    <w:name w:val="IQB-Teilaufgabentitel"/>
    <w:basedOn w:val="Standard"/>
    <w:link w:val="IQB-TeilaufgabentitelZchn"/>
    <w:rsid w:val="00C41D74"/>
    <w:pPr>
      <w:keepNext/>
      <w:spacing w:before="360"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paragraph" w:customStyle="1" w:styleId="IQB-RSNormal">
    <w:name w:val="IQB-RSNormal"/>
    <w:basedOn w:val="Standard"/>
    <w:link w:val="IQB-RSNormalZchn"/>
    <w:qFormat/>
    <w:rsid w:val="00C41D74"/>
    <w:pPr>
      <w:spacing w:before="60" w:after="0" w:line="240" w:lineRule="auto"/>
    </w:pPr>
    <w:rPr>
      <w:rFonts w:ascii="Arial" w:eastAsia="Times New Roman" w:hAnsi="Arial" w:cs="Arial"/>
      <w:lang w:eastAsia="de-DE"/>
    </w:rPr>
  </w:style>
  <w:style w:type="character" w:customStyle="1" w:styleId="IQB-RSNormalZchn">
    <w:name w:val="IQB-RSNormal Zchn"/>
    <w:basedOn w:val="Absatz-Standardschriftart"/>
    <w:link w:val="IQB-RSNormal"/>
    <w:rsid w:val="00C41D74"/>
    <w:rPr>
      <w:rFonts w:ascii="Arial" w:eastAsia="Times New Roman" w:hAnsi="Arial" w:cs="Arial"/>
      <w:lang w:eastAsia="de-DE"/>
    </w:rPr>
  </w:style>
  <w:style w:type="paragraph" w:customStyle="1" w:styleId="IQB-RSCodeValue">
    <w:name w:val="IQB-RSCodeValue"/>
    <w:basedOn w:val="Standard"/>
    <w:link w:val="IQB-RSCodeValueZchn"/>
    <w:qFormat/>
    <w:rsid w:val="00C41D74"/>
    <w:pPr>
      <w:spacing w:before="60"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customStyle="1" w:styleId="IQB-RSCodeValueZchn">
    <w:name w:val="IQB-RSCodeValue Zchn"/>
    <w:basedOn w:val="Absatz-Standardschriftart"/>
    <w:link w:val="IQB-RSCodeValue"/>
    <w:rsid w:val="00C41D74"/>
    <w:rPr>
      <w:rFonts w:ascii="Arial" w:eastAsia="Times New Roman" w:hAnsi="Arial" w:cs="Times New Roman"/>
      <w:szCs w:val="24"/>
      <w:lang w:eastAsia="de-DE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C41D74"/>
    <w:rPr>
      <w:rFonts w:ascii="Arial" w:eastAsia="Times New Roman" w:hAnsi="Arial" w:cs="Times New Roman"/>
      <w:b/>
      <w:sz w:val="24"/>
      <w:szCs w:val="24"/>
      <w:lang w:eastAsia="de-DE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C41D74"/>
    <w:pPr>
      <w:widowControl w:val="0"/>
      <w:spacing w:before="60" w:after="12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C41D74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IQB-Aufgabengrafik">
    <w:name w:val="IQB-Aufgabengrafik"/>
    <w:basedOn w:val="Standard"/>
    <w:link w:val="IQB-AufgabengrafikZchn"/>
    <w:qFormat/>
    <w:rsid w:val="00C41D74"/>
    <w:pPr>
      <w:widowControl w:val="0"/>
      <w:spacing w:before="60" w:after="12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IQB-AufgabengrafikZchn">
    <w:name w:val="IQB-Aufgabengrafik Zchn"/>
    <w:basedOn w:val="IQB-TeilaufgabengrafikZchn"/>
    <w:link w:val="IQB-Aufgabengrafik"/>
    <w:rsid w:val="00C41D74"/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1D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header" Target="header3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utsch\main\VERA\Vera-Allgemein\OnlineAufgabenPool_Stand\OnlineAufgaben_2025\Vorlage_Aufgabe%20(als%20Vorlage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 (als Vorlage)</Template>
  <TotalTime>0</TotalTime>
  <Pages>4</Pages>
  <Words>44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Stöhr</dc:creator>
  <cp:keywords/>
  <dc:description/>
  <cp:lastModifiedBy>Matthias Stöhr</cp:lastModifiedBy>
  <cp:revision>2</cp:revision>
  <dcterms:created xsi:type="dcterms:W3CDTF">2025-01-28T14:25:00Z</dcterms:created>
  <dcterms:modified xsi:type="dcterms:W3CDTF">2025-01-28T14:36:00Z</dcterms:modified>
</cp:coreProperties>
</file>