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7b6ae908ba0473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Wörter legen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301524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5afc74d05bc4b8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01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221181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883b5f3a66e40c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1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221181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0814391e96e4bd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1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5afc74d05bc4b86" /><Relationship Type="http://schemas.openxmlformats.org/officeDocument/2006/relationships/image" Target="/media/image2.emf" Id="Rb883b5f3a66e40c7" /><Relationship Type="http://schemas.openxmlformats.org/officeDocument/2006/relationships/image" Target="/media/image3.emf" Id="Re0814391e96e4bd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2020-11-05T16:04:53.6528719Z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