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c71b05ee4bd4e7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Über Sätze nachdenken I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Lösung enthält einen Kausalsatz und eine Infinitiverweiterung.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insbesondere auch dann, wenn die Lösung nur ausschließlich einen Kausalsatz oder nur ausschließlich eine Infinitiverweiterung enthält.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 wurde nur das 1. Kästchen angekreuzt.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 wurde nur das 4. Kästchen angekreuzt.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Auswertungen Hauptdurchgang VERA; gabelmaj; 23.08.2013</vt:lpwstr>
  </op:property>
</op:Properties>
</file>