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0edce05d9e740b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Über Sätze nachdenken I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086350" cy="28860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938f2af58a9421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086350" cy="25908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113497909cb403d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086350" cy="22383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3322a6990a349b8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938f2af58a94215" /><Relationship Type="http://schemas.openxmlformats.org/officeDocument/2006/relationships/image" Target="/media/image2.emf" Id="R9113497909cb403d" /><Relationship Type="http://schemas.openxmlformats.org/officeDocument/2006/relationships/image" Target="/media/image3.emf" Id="R93322a6990a349b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_online: Aufgaben Hauptdurchgang VERA; gabelmaj; 14.08.2013</vt:lpwstr>
  </op:property>
</op:Properties>
</file>