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8e09df51bfb49f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Sprachabschneider</w:t>
      </w:r>
    </w:p>
    <w:p>
      <w:pPr>
        <w:pStyle w:val="IQB-Aufgabengrafik"/>
      </w:pPr>
      <w:r>
        <w:drawing>
          <wp:inline distT="0" distB="0" distL="0" distR="0">
            <wp:extent cx="6029325" cy="81915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c22ef02c3ac4a39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268877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3fa0bcf67e044b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68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22816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1df957ca6254d4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76687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019fc9bedb24af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6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c22ef02c3ac4a39" /><Relationship Type="http://schemas.openxmlformats.org/officeDocument/2006/relationships/image" Target="/media/image2.emf" Id="Rc3fa0bcf67e044b4" /><Relationship Type="http://schemas.openxmlformats.org/officeDocument/2006/relationships/image" Target="/media/image3.emf" Id="R11df957ca6254d47" /><Relationship Type="http://schemas.openxmlformats.org/officeDocument/2006/relationships/image" Target="/media/image4.emf" Id="Re019fc9bedb24af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2020-11-05T16:06:58.6079215Z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