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E20" w:rsidRDefault="003C7F06">
      <w:pPr>
        <w:pStyle w:val="IQB-Aufgabentitel"/>
      </w:pPr>
      <w:r>
        <w:t>Über Sätze nachdenken II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247"/>
        <w:gridCol w:w="8390"/>
      </w:tblGrid>
      <w:tr w:rsidR="008E0E20">
        <w:tc>
          <w:tcPr>
            <w:tcW w:w="1247" w:type="dxa"/>
            <w:vAlign w:val="center"/>
          </w:tcPr>
          <w:p w:rsidR="008E0E20" w:rsidRDefault="003C7F06">
            <w:pPr>
              <w:pStyle w:val="IQB-RSCodeValue"/>
            </w:pPr>
            <w:r>
              <w:t>RICHTIG</w:t>
            </w:r>
          </w:p>
        </w:tc>
        <w:tc>
          <w:tcPr>
            <w:tcW w:w="8390" w:type="dxa"/>
          </w:tcPr>
          <w:p w:rsidR="008E0E20" w:rsidRDefault="003C7F06">
            <w:pPr>
              <w:pStyle w:val="IQB-RSNormal"/>
            </w:pPr>
            <w:r>
              <w:t>Es wurde nur „D, d“</w:t>
            </w:r>
            <w:r>
              <w:t xml:space="preserve"> eingetragen.</w:t>
            </w:r>
          </w:p>
        </w:tc>
      </w:tr>
      <w:tr w:rsidR="008E0E20">
        <w:tc>
          <w:tcPr>
            <w:tcW w:w="1247" w:type="dxa"/>
            <w:vAlign w:val="center"/>
          </w:tcPr>
          <w:p w:rsidR="008E0E20" w:rsidRDefault="003C7F06">
            <w:pPr>
              <w:pStyle w:val="IQB-RSCodeValue"/>
            </w:pPr>
            <w:r>
              <w:t>RICHTIG</w:t>
            </w:r>
          </w:p>
        </w:tc>
        <w:tc>
          <w:tcPr>
            <w:tcW w:w="8390" w:type="dxa"/>
          </w:tcPr>
          <w:p w:rsidR="008E0E20" w:rsidRDefault="003C7F06">
            <w:pPr>
              <w:pStyle w:val="IQB-RSNormal"/>
            </w:pPr>
            <w:r>
              <w:t>Es wurde nur „C, c“</w:t>
            </w:r>
            <w:r>
              <w:t xml:space="preserve"> eingetragen.</w:t>
            </w:r>
          </w:p>
        </w:tc>
      </w:tr>
      <w:tr w:rsidR="008E0E20">
        <w:tc>
          <w:tcPr>
            <w:tcW w:w="1247" w:type="dxa"/>
            <w:vAlign w:val="center"/>
          </w:tcPr>
          <w:p w:rsidR="008E0E20" w:rsidRDefault="003C7F06">
            <w:pPr>
              <w:pStyle w:val="IQB-RSCodeValue"/>
            </w:pPr>
            <w:r>
              <w:t>RICHTIG</w:t>
            </w:r>
          </w:p>
        </w:tc>
        <w:tc>
          <w:tcPr>
            <w:tcW w:w="8390" w:type="dxa"/>
          </w:tcPr>
          <w:p w:rsidR="008E0E20" w:rsidRDefault="003C7F06">
            <w:pPr>
              <w:pStyle w:val="IQB-RSNormal"/>
            </w:pPr>
            <w:r>
              <w:t>Es wurde nur „A, a“</w:t>
            </w:r>
            <w:r>
              <w:t xml:space="preserve"> eingetragen.</w:t>
            </w:r>
          </w:p>
        </w:tc>
      </w:tr>
    </w:tbl>
    <w:p w:rsidR="00000000" w:rsidRDefault="003C7F06">
      <w:bookmarkStart w:id="0" w:name="_GoBack"/>
      <w:bookmarkEnd w:id="0"/>
    </w:p>
    <w:sectPr w:rsidR="00000000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D2F" w:rsidRDefault="001D0D2F" w:rsidP="005E2C46">
      <w:r>
        <w:separator/>
      </w:r>
    </w:p>
  </w:endnote>
  <w:endnote w:type="continuationSeparator" w:id="0">
    <w:p w:rsidR="001D0D2F" w:rsidRDefault="001D0D2F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PS">
    <w:altName w:val="Courier New"/>
    <w:charset w:val="00"/>
    <w:family w:val="modern"/>
    <w:pitch w:val="fixed"/>
    <w:sig w:usb0="00000001" w:usb1="00000000" w:usb2="00000000" w:usb3="00000000" w:csb0="00000093" w:csb1="00000000"/>
  </w:font>
  <w:font w:name="MetaBook-Roman">
    <w:panose1 w:val="020B0502040000020004"/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D2F" w:rsidRDefault="001D0D2F" w:rsidP="005E2C46">
      <w:r>
        <w:separator/>
      </w:r>
    </w:p>
  </w:footnote>
  <w:footnote w:type="continuationSeparator" w:id="0">
    <w:p w:rsidR="001D0D2F" w:rsidRDefault="001D0D2F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15EE9866"/>
    <w:lvl w:ilvl="0" w:tplc="CC2EACC8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C7F06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8E0E20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5CA72-7163-4968-A8AE-0BB164097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573D948C</Template>
  <TotalTime>0</TotalTime>
  <Pages>1</Pages>
  <Words>25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IQB-ItemDB: Aufgaben binden</dc:title>
  <dc:creator>mechtelm</dc:creator>
  <cp:lastModifiedBy>Jana Gabelmann</cp:lastModifiedBy>
  <cp:revision>3</cp:revision>
  <cp:lastPrinted>2012-12-11T10:05:00Z</cp:lastPrinted>
  <dcterms:created xsi:type="dcterms:W3CDTF">2013-02-08T14:50:00Z</dcterms:created>
  <dcterms:modified xsi:type="dcterms:W3CDTF">2013-08-23T10:45:00Z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og">
    <vt:lpwstr>Erzeugt mit HUBerlin.IQB.DBCommon.Office.TasksToDocx, IQB-DBCommon, Version=1.0.2.0, Culture=neutral, PublicKeyToken=null; Konfiguration: _online: Auswertungen Hauptdurchgang VERA; gabelmaj; 23.08.2013</vt:lpwstr>
  </property>
</Properties>
</file>