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60237639a8ab4d38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Nachdenken über Sprache</w:t>
      </w:r>
    </w:p>
    <w:p>
      <w:pPr>
        <w:pStyle w:val="IQB-Teilaufgabentitel"/>
      </w:pPr>
      <w:r>
        <w:t>Teilaufgabe 1: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a) sinngemäß: wenn jemand etwas nicht verstanden hat</w:t>
            </w:r>
          </w:p>
          <w:p>
            <w:pPr>
              <w:pStyle w:val="IQB-RSNormal"/>
            </w:pPr>
            <w:r>
              <w:t xml:space="preserve">ODER</w:t>
            </w:r>
          </w:p>
          <w:p>
            <w:pPr>
              <w:pStyle w:val="IQB-RSNormal"/>
            </w:pPr>
            <w:r>
              <w:t xml:space="preserve">wenn man sich wundert / irritiert ist</w:t>
            </w:r>
          </w:p>
          <w:p>
            <w:pPr>
              <w:pStyle w:val="IQB-RSNormal"/>
            </w:pPr>
            <w:r>
              <w:t xml:space="preserve">ODER</w:t>
            </w:r>
          </w:p>
          <w:p>
            <w:pPr>
              <w:pStyle w:val="IQB-RSNormal"/>
            </w:pPr>
            <w:r>
              <w:t xml:space="preserve">wenn jemand die Aussage des Sprechers anzweifelt</w:t>
            </w:r>
          </w:p>
        </w:tc>
      </w:t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b) sinngemäß: die Aufforderung, dass der Gesprächspartner seine Aussage wiederholen bzw. deutlicher oder klarer formulieren/erklären soll</w:t>
            </w:r>
          </w:p>
          <w:p>
            <w:pPr>
              <w:pStyle w:val="IQB-RSNormal"/>
            </w:pPr>
            <w:r>
              <w:t xml:space="preserve">ODER</w:t>
            </w:r>
          </w:p>
          <w:p>
            <w:pPr>
              <w:pStyle w:val="IQB-RSNormal"/>
            </w:pPr>
            <w:r>
              <w:t xml:space="preserve">dass der Gesprächspartner Beweise für seine Aussage anführen soll</w:t>
            </w:r>
          </w:p>
        </w:tc>
      </w:t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c) sinngemäß: </w:t>
            </w:r>
          </w:p>
          <w:p>
            <w:pPr>
              <w:pStyle w:val="IQB-RSNormal"/>
            </w:pPr>
            <w:r>
              <w:t xml:space="preserve">Wie bitte?</w:t>
            </w:r>
          </w:p>
          <w:p>
            <w:pPr>
              <w:pStyle w:val="IQB-RSNormal"/>
            </w:pPr>
            <w:r>
              <w:t xml:space="preserve">ODER</w:t>
            </w:r>
          </w:p>
          <w:p>
            <w:pPr>
              <w:pStyle w:val="IQB-RSNormal"/>
            </w:pPr>
            <w:r>
              <w:t xml:space="preserve">Bitte?</w:t>
            </w:r>
          </w:p>
          <w:p>
            <w:pPr>
              <w:pStyle w:val="IQB-RSNormal"/>
            </w:pPr>
            <w:r>
              <w:t xml:space="preserve">ODER</w:t>
            </w:r>
          </w:p>
          <w:p>
            <w:pPr>
              <w:pStyle w:val="IQB-RSNormal"/>
            </w:pPr>
            <w:r>
              <w:t xml:space="preserve">Könnten Sie das bitte wiederholen?</w:t>
            </w:r>
          </w:p>
        </w:tc>
      </w:tr>
    </w:tbl>
    <w:p>
      <w:pPr>
        <w:pStyle w:val="IQB-Teilaufgabentitel"/>
      </w:pPr>
      <w:r>
        <w:t>Teilaufgabe 2: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sinngemäß: Sie sollen anzeigen, dass man immer noch zuhört.</w:t>
            </w:r>
          </w:p>
          <w:p/>
          <w:p>
            <w:pPr>
              <w:pStyle w:val="IQB-RSNormal"/>
            </w:pPr>
            <w:r>
              <w:t xml:space="preserve">HINWEIS: In der Antwort muss die spezifische Funktion der Interjektionen beim Telefonieren und nicht ihre allgemeine Funktion thematisiert werden.</w:t>
            </w:r>
          </w:p>
        </w:tc>
      </w:tr>
      <w:tr>
        <w:tc>
          <w:p>
            <w:pPr>
              <w:pStyle w:val="IQB-RSCodeValue"/>
            </w:pPr>
            <w:r>
              <w:t>FALSCH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alle anderen Antworten, auch: Sie sollen Gefühle/Gedanken ausdrücken.</w:t>
            </w:r>
          </w:p>
        </w:tc>
      </w:tr>
    </w:tbl>
    <w:p>
      <w:pPr>
        <w:pStyle w:val="IQB-Teilaufgabentitel"/>
      </w:pPr>
      <w:r>
        <w:t>Teilaufgabe 3: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Rand ODER rund </w:t>
            </w:r>
          </w:p>
          <w:p>
            <w:pPr>
              <w:pStyle w:val="IQB-RSNormal"/>
            </w:pPr>
            <w:r>
              <w:t xml:space="preserve">UND</w:t>
            </w:r>
          </w:p>
          <w:p>
            <w:pPr>
              <w:pStyle w:val="IQB-RSNormal"/>
            </w:pPr>
            <w:r>
              <w:t xml:space="preserve">Wolle ODER Wille</w:t>
            </w:r>
          </w:p>
          <w:p>
            <w:pPr>
              <w:pStyle w:val="IQB-RSNormal"/>
            </w:pPr>
            <w:r>
              <w:t xml:space="preserve">UND</w:t>
            </w:r>
          </w:p>
          <w:p>
            <w:pPr>
              <w:pStyle w:val="IQB-RSNormal"/>
            </w:pPr>
            <w:r>
              <w:t xml:space="preserve">Wind ODER wund</w:t>
            </w:r>
          </w:p>
          <w:p/>
          <w:p>
            <w:pPr>
              <w:pStyle w:val="IQB-RSNormal"/>
            </w:pPr>
            <w:r>
              <w:t xml:space="preserve">HINWEIS: Es wird je ein richtiges Wort mit einem anderen Vokal genannt, sodass a, u, o oder i vorkommen.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Vanessa Schulz</dc:creator>
  <lastModifiedBy>Vanessa Schulz</lastModifiedBy>
  <revision>4</revision>
  <lastPrinted>2012-12-11T10:05:00.0000000Z</lastPrinted>
  <dcterms:created xsi:type="dcterms:W3CDTF">2020-11-13T11:21:47.3042584Z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schulvan; 13.11.2020</vt:lpwstr>
  </op:property>
</op:Properties>
</file>