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47a3dcd7f0b494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Nachdenken über Sprache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325683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08604a5ba8b408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256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126250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ce8cb083b3f482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62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239697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7858b6945814c7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9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08604a5ba8b4088" /><Relationship Type="http://schemas.openxmlformats.org/officeDocument/2006/relationships/image" Target="/media/image2.emf" Id="R7ce8cb083b3f4824" /><Relationship Type="http://schemas.openxmlformats.org/officeDocument/2006/relationships/image" Target="/media/image3.emf" Id="R27858b6945814c7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2020-11-05T16:07:20.4988435Z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