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4a3277e1a1a449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Kunstwörter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8853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aee6fc91e6c446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88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0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9ca6c982dfd4b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0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e3b0c9b08d1a49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0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1551af19f0649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0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d58a554c7f64f3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0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94eef24beda84e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0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11b3c035dff45f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7259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dcf7dd4865234b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72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aee6fc91e6c446f" /><Relationship Type="http://schemas.openxmlformats.org/officeDocument/2006/relationships/image" Target="/media/image2.emf" Id="R79ca6c982dfd4b20" /><Relationship Type="http://schemas.openxmlformats.org/officeDocument/2006/relationships/image" Target="/media/image3.emf" Id="Re3b0c9b08d1a4926" /><Relationship Type="http://schemas.openxmlformats.org/officeDocument/2006/relationships/image" Target="/media/image4.emf" Id="R21551af19f064985" /><Relationship Type="http://schemas.openxmlformats.org/officeDocument/2006/relationships/image" Target="/media/image5.emf" Id="R8d58a554c7f64f3f" /><Relationship Type="http://schemas.openxmlformats.org/officeDocument/2006/relationships/image" Target="/media/image6.emf" Id="R94eef24beda84ed5" /><Relationship Type="http://schemas.openxmlformats.org/officeDocument/2006/relationships/image" Target="/media/image7.emf" Id="Rf11b3c035dff45f0" /><Relationship Type="http://schemas.openxmlformats.org/officeDocument/2006/relationships/image" Target="/media/image8.emf" Id="Rdcf7dd4865234bd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2020-11-13T11:23:05.2894331Z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