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9022cfb4ee6413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Kunstwörter</w:t>
      </w:r>
    </w:p>
    <w:p>
      <w:pPr>
        <w:pStyle w:val="IQB-Aufgabengrafik"/>
      </w:pPr>
      <w:r>
        <w:drawing>
          <wp:inline distT="0" distB="0" distL="0" distR="0">
            <wp:extent cx="6120000" cy="414306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536381d00be40aa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414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536884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d6646833f1f4a1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368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536381d00be40aa" /><Relationship Type="http://schemas.openxmlformats.org/officeDocument/2006/relationships/image" Target="/media/image2.emf" Id="R7d6646833f1f4a1e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2020-11-05T16:08:23.0157172Z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