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1e0c637e2d64e4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Kostümball</w:t>
      </w:r>
    </w:p>
    <w:p>
      <w:pPr>
        <w:pStyle w:val="IQB-Aufgabengrafik"/>
      </w:pPr>
      <w:r>
        <w:drawing>
          <wp:inline distT="0" distB="0" distL="0" distR="0">
            <wp:extent cx="6120000" cy="158911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e40d92b1f54409c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58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177413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ebd95dfa8724b0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7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142013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bc31fa3780e4b3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157773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239618ce59642a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577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e40d92b1f54409c" /><Relationship Type="http://schemas.openxmlformats.org/officeDocument/2006/relationships/image" Target="/media/image2.emf" Id="R3ebd95dfa8724b08" /><Relationship Type="http://schemas.openxmlformats.org/officeDocument/2006/relationships/image" Target="/media/image3.emf" Id="R9bc31fa3780e4b3a" /><Relationship Type="http://schemas.openxmlformats.org/officeDocument/2006/relationships/image" Target="/media/image4.emf" Id="R9239618ce59642a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2020-11-05T16:09:07.1723536Z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