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0da8ea8c17f42f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Konzert</w:t>
      </w:r>
    </w:p>
    <w:p>
      <w:pPr>
        <w:pStyle w:val="IQB-Teilaufgabengrafik"/>
      </w:pPr>
      <w:r>
        <w:drawing>
          <wp:inline distT="0" distB="0" distL="0" distR="0">
            <wp:extent cx="5832000" cy="215859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6f133d33aa84de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5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6f133d33aa84de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2020-11-05T16:01:20.6026056Z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