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691858b7be543a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 Wort – mehrere Bedeutungen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744832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f63204e161a4e8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44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603049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0a0055438774d2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30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712276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3215ca0e27f46a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12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drawing>
          <wp:inline distT="0" distB="0" distL="0" distR="0">
            <wp:extent cx="5832000" cy="290653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e60786251df47c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06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f63204e161a4e8e" /><Relationship Type="http://schemas.openxmlformats.org/officeDocument/2006/relationships/image" Target="/media/image2.emf" Id="Rf0a0055438774d22" /><Relationship Type="http://schemas.openxmlformats.org/officeDocument/2006/relationships/image" Target="/media/image3.emf" Id="R63215ca0e27f46ab" /><Relationship Type="http://schemas.openxmlformats.org/officeDocument/2006/relationships/image" Target="/media/image4.emf" Id="R9e60786251df47c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2020-11-05T16:07:56.2183063Z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