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c664c8f1e60411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Dialoge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75939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1f0386f29364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75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50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915fec698b948c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450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0fe5ce82ed14cf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4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4368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1c69f523f20043b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4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03242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ba5d259d8774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03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2901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d97f42ed06a43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29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nicht UND irgendwann UND vielleicht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85324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dd25a42cb464e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853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52221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d1b6492d83a74e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52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028b7732c9f432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5: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bei A ODER an dem gleichen Ort, wo A sich aufhält / sich beide aufhalten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1f0386f29364103" /><Relationship Type="http://schemas.openxmlformats.org/officeDocument/2006/relationships/image" Target="/media/image2.emf" Id="R4915fec698b948c8" /><Relationship Type="http://schemas.openxmlformats.org/officeDocument/2006/relationships/image" Target="/media/image3.emf" Id="R80fe5ce82ed14cf7" /><Relationship Type="http://schemas.openxmlformats.org/officeDocument/2006/relationships/image" Target="/media/image4.emf" Id="R1c69f523f20043be" /><Relationship Type="http://schemas.openxmlformats.org/officeDocument/2006/relationships/image" Target="/media/image5.emf" Id="R9ba5d259d8774d90" /><Relationship Type="http://schemas.openxmlformats.org/officeDocument/2006/relationships/image" Target="/media/image6.emf" Id="R4d97f42ed06a4362" /><Relationship Type="http://schemas.openxmlformats.org/officeDocument/2006/relationships/image" Target="/media/image7.emf" Id="R2dd25a42cb464e87" /><Relationship Type="http://schemas.openxmlformats.org/officeDocument/2006/relationships/image" Target="/media/image8.emf" Id="Rd1b6492d83a74e66" /><Relationship Type="http://schemas.openxmlformats.org/officeDocument/2006/relationships/image" Target="/media/image9.emf" Id="Rf028b7732c9f432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2020-11-13T11:22:17.3670386Z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