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E3" w:rsidRDefault="001B40E3" w:rsidP="00A06122">
      <w:pPr>
        <w:pStyle w:val="IQB-Aufgabentitel"/>
      </w:pPr>
      <w:r>
        <w:t xml:space="preserve">Strategien erkennen </w:t>
      </w:r>
      <w:bookmarkStart w:id="0" w:name="_GoBack"/>
      <w:bookmarkEnd w:id="0"/>
    </w:p>
    <w:p w:rsidR="00A06122" w:rsidRDefault="00A06122" w:rsidP="001B40E3">
      <w:pPr>
        <w:pStyle w:val="IQB-Teilaufgabengrafik"/>
      </w:pPr>
      <w:r>
        <w:rPr>
          <w:noProof/>
        </w:rPr>
        <w:drawing>
          <wp:inline distT="0" distB="0" distL="0" distR="0">
            <wp:extent cx="6120130" cy="4804523"/>
            <wp:effectExtent l="0" t="0" r="0" b="0"/>
            <wp:docPr id="2" name="Grafik 2" descr="R:\Deutsch\main\VERA\VERA_8\Vera-Allgemein\OnlineAufgabenPool_Stand\OnlineAufgaben_2018\Aufgaben zur Onlinestellung 2018 Deutsch SekI\Orthografie\Aufgaben\_Archiv\G673_Strategien_erkennen_2_A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Deutsch\main\VERA\VERA_8\Vera-Allgemein\OnlineAufgabenPool_Stand\OnlineAufgaben_2018\Aufgaben zur Onlinestellung 2018 Deutsch SekI\Orthografie\Aufgaben\_Archiv\G673_Strategien_erkennen_2_A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0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C1F" w:rsidRPr="001B40E3" w:rsidRDefault="00555C1F" w:rsidP="001B40E3"/>
    <w:sectPr w:rsidR="00555C1F" w:rsidRPr="001B40E3" w:rsidSect="00DB65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B40E3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55C1F"/>
    <w:rsid w:val="00566351"/>
    <w:rsid w:val="00590300"/>
    <w:rsid w:val="005967F1"/>
    <w:rsid w:val="005A1085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0612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235E-CF38-449D-9953-5B83DE2C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46238538</Template>
  <TotalTime>0</TotalTime>
  <Pages>1</Pages>
  <Words>2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Simone Dubiel</cp:lastModifiedBy>
  <cp:revision>3</cp:revision>
  <cp:lastPrinted>2012-12-11T10:05:00Z</cp:lastPrinted>
  <dcterms:created xsi:type="dcterms:W3CDTF">2018-11-30T11:43:00Z</dcterms:created>
  <dcterms:modified xsi:type="dcterms:W3CDTF">2018-11-30T16:35:00Z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steinnox; 01.04.2016</vt:lpwstr>
  </property>
</Properties>
</file>