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762a06f35970446a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Strategien erkennen 2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B</w:t>
            </w:r>
          </w:p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C</w:t>
            </w:r>
          </w:p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B</w:t>
            </w:r>
          </w:p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A</w:t>
            </w:r>
          </w:p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A</w:t>
            </w:r>
          </w:p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D</w:t>
            </w:r>
          </w:p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C</w:t>
            </w:r>
          </w:p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B</w:t>
            </w:r>
          </w:p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D</w:t>
            </w:r>
          </w:p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C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Vanessa Schulz</dc:creator>
  <lastModifiedBy>Vanessa Schulz</lastModifiedBy>
  <revision>4</revision>
  <lastPrinted>2012-12-11T10:05:00.0000000Z</lastPrinted>
  <dcterms:created xsi:type="dcterms:W3CDTF">2020-11-17T08:16:17.1079633Z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schulvan; 17.11.2020</vt:lpwstr>
  </op:property>
</op:Properties>
</file>