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a4f0237e0b043d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Kriminalistisches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5) Der Beamte la</w:t>
            </w:r>
            <w:r>
              <w:rPr>
                <w:b/>
              </w:rPr>
              <w:t xml:space="preserve">s</w:t>
            </w:r>
            <w:r>
              <w:t xml:space="preserve"> intere</w:t>
            </w:r>
            <w:r>
              <w:rPr>
                <w:b/>
              </w:rPr>
              <w:t xml:space="preserve">ss</w:t>
            </w:r>
            <w:r>
              <w:t xml:space="preserve">iert in den Papieren und gab dann den Auswei</w:t>
            </w:r>
            <w:r>
              <w:rPr>
                <w:b/>
              </w:rPr>
              <w:t xml:space="preserve">s</w:t>
            </w:r>
            <w:r>
              <w:t xml:space="preserve"> zurück. 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3) Unbewu</w:t>
            </w:r>
            <w:r>
              <w:rPr>
                <w:b/>
              </w:rPr>
              <w:t xml:space="preserve">ss</w:t>
            </w:r>
            <w:r>
              <w:t xml:space="preserve">t schaute sie ständig durch die Scheiben auf die na</w:t>
            </w:r>
            <w:r>
              <w:rPr>
                <w:b/>
              </w:rPr>
              <w:t xml:space="preserve">ss</w:t>
            </w:r>
            <w:r>
              <w:t xml:space="preserve">e Stra</w:t>
            </w:r>
            <w:r>
              <w:rPr>
                <w:b/>
              </w:rPr>
              <w:t xml:space="preserve">ß</w:t>
            </w:r>
            <w:r>
              <w:t xml:space="preserve">e.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6) „Sie wi</w:t>
            </w:r>
            <w:r>
              <w:rPr>
                <w:b/>
              </w:rPr>
              <w:t xml:space="preserve">ss</w:t>
            </w:r>
            <w:r>
              <w:t xml:space="preserve">en schon, da</w:t>
            </w:r>
            <w:r>
              <w:rPr>
                <w:b/>
              </w:rPr>
              <w:t xml:space="preserve">ss</w:t>
            </w:r>
            <w:r>
              <w:t xml:space="preserve"> wir uns hier in einer Drei</w:t>
            </w:r>
            <w:r>
              <w:rPr>
                <w:b/>
              </w:rPr>
              <w:t xml:space="preserve">ß</w:t>
            </w:r>
            <w:r>
              <w:t xml:space="preserve">iger-Zone befinden?“  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7) Schlie</w:t>
            </w:r>
            <w:r>
              <w:rPr>
                <w:b/>
              </w:rPr>
              <w:t xml:space="preserve">ß</w:t>
            </w:r>
            <w:r>
              <w:t xml:space="preserve">lich führte er sie zu dem Verkehrsschild, da</w:t>
            </w:r>
            <w:r>
              <w:rPr>
                <w:b/>
              </w:rPr>
              <w:t xml:space="preserve">s</w:t>
            </w:r>
            <w:r>
              <w:t xml:space="preserve"> allerdings teilwei</w:t>
            </w:r>
            <w:r>
              <w:rPr>
                <w:b/>
              </w:rPr>
              <w:t xml:space="preserve">s</w:t>
            </w:r>
            <w:r>
              <w:t xml:space="preserve">e durch einen Ast bedeckt war.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4) Auf der gegenüberliegenden Seite parkte ein wei</w:t>
            </w:r>
            <w:r>
              <w:rPr>
                <w:b/>
              </w:rPr>
              <w:t xml:space="preserve">ß</w:t>
            </w:r>
            <w:r>
              <w:t xml:space="preserve">er Kleinbu</w:t>
            </w:r>
            <w:r>
              <w:rPr>
                <w:b/>
              </w:rPr>
              <w:t xml:space="preserve">s</w:t>
            </w:r>
            <w:r>
              <w:t xml:space="preserve"> mit einem auffälligen Ri</w:t>
            </w:r>
            <w:r>
              <w:rPr>
                <w:b/>
              </w:rPr>
              <w:t xml:space="preserve">ss</w:t>
            </w:r>
            <w:r>
              <w:t xml:space="preserve"> in der Frontscheibe.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2) Er bemerkte, da</w:t>
            </w:r>
            <w:r>
              <w:rPr>
                <w:b/>
              </w:rPr>
              <w:t xml:space="preserve">ss</w:t>
            </w:r>
            <w:r>
              <w:t xml:space="preserve"> sie immer bla</w:t>
            </w:r>
            <w:r>
              <w:rPr>
                <w:b/>
              </w:rPr>
              <w:t xml:space="preserve">ss</w:t>
            </w:r>
            <w:r>
              <w:t xml:space="preserve">er und nervö</w:t>
            </w:r>
            <w:r>
              <w:rPr>
                <w:b/>
              </w:rPr>
              <w:t xml:space="preserve">s</w:t>
            </w:r>
            <w:r>
              <w:t xml:space="preserve">er wurde.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1) Im Einsatzfahrzeug sa</w:t>
            </w:r>
            <w:r>
              <w:rPr>
                <w:b/>
              </w:rPr>
              <w:t xml:space="preserve">ß</w:t>
            </w:r>
            <w:r>
              <w:t xml:space="preserve"> der Kommi</w:t>
            </w:r>
            <w:r>
              <w:rPr>
                <w:b/>
              </w:rPr>
              <w:t xml:space="preserve">ss</w:t>
            </w:r>
            <w:r>
              <w:t xml:space="preserve">ar einer jungen Frau gegenüber und mu</w:t>
            </w:r>
            <w:r>
              <w:rPr>
                <w:b/>
              </w:rPr>
              <w:t xml:space="preserve">s</w:t>
            </w:r>
            <w:r>
              <w:t xml:space="preserve">terte diese gründlich.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98123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f705f865c7974f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981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7488b5efecff4b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957fdf3f21534c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77930d7fd7a84be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6a4e875370d54b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7674a5e477de44c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88e25c07e5e04f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22a1c25ff9e1409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7dc171c5332b45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f07b4f8c11cb4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597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996af15e5a7d40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a) Plötzlich fa</w:t>
            </w:r>
            <w:r>
              <w:rPr>
                <w:b/>
              </w:rPr>
              <w:t xml:space="preserve">ss</w:t>
            </w:r>
            <w:r>
              <w:t xml:space="preserve">t mich jemand am Arm und ruft, dass er mich fa</w:t>
            </w:r>
            <w:r>
              <w:rPr>
                <w:b/>
              </w:rPr>
              <w:t xml:space="preserve">s</w:t>
            </w:r>
            <w:r>
              <w:t xml:space="preserve">t nicht erkannt hätte. Das liegt wohl daran, dass ich schon so lange fa</w:t>
            </w:r>
            <w:r>
              <w:rPr>
                <w:b/>
              </w:rPr>
              <w:t xml:space="preserve">s</w:t>
            </w:r>
            <w:r>
              <w:t xml:space="preserve">te. 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b) Du ha</w:t>
            </w:r>
            <w:r>
              <w:rPr>
                <w:b/>
              </w:rPr>
              <w:t xml:space="preserve">ss</w:t>
            </w:r>
            <w:r>
              <w:t xml:space="preserve">t es, wenn sich jemand nicht beeilt? Das ha</w:t>
            </w:r>
            <w:r>
              <w:rPr>
                <w:b/>
              </w:rPr>
              <w:t xml:space="preserve">s</w:t>
            </w:r>
            <w:r>
              <w:t xml:space="preserve">t du neulich gesagt. Ha</w:t>
            </w:r>
            <w:r>
              <w:rPr>
                <w:b/>
              </w:rPr>
              <w:t xml:space="preserve">s</w:t>
            </w:r>
            <w:r>
              <w:t xml:space="preserve">t ist nicht immer die Lösung.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 f) Jetzt ist die Schonfri</w:t>
            </w:r>
            <w:r>
              <w:rPr>
                <w:b/>
              </w:rPr>
              <w:t xml:space="preserve">s</w:t>
            </w:r>
            <w:r>
              <w:t xml:space="preserve">t abgelaufen. Wenn das Wildschwein wieder meinen Mais fri</w:t>
            </w:r>
            <w:r>
              <w:rPr>
                <w:b/>
              </w:rPr>
              <w:t xml:space="preserve">ss</w:t>
            </w:r>
            <w:r>
              <w:t xml:space="preserve">t, ist es dran! Fri</w:t>
            </w:r>
            <w:r>
              <w:rPr>
                <w:b/>
              </w:rPr>
              <w:t xml:space="preserve">s</w:t>
            </w:r>
            <w:r>
              <w:t xml:space="preserve">tgemäß muss ich noch den Vertrag für die Jagdpacht verlängern. 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d) Beim Spaziergang an der Kü</w:t>
            </w:r>
            <w:r>
              <w:rPr>
                <w:b/>
              </w:rPr>
              <w:t xml:space="preserve">s</w:t>
            </w:r>
            <w:r>
              <w:t xml:space="preserve">te kü</w:t>
            </w:r>
            <w:r>
              <w:rPr>
                <w:b/>
              </w:rPr>
              <w:t xml:space="preserve">ss</w:t>
            </w:r>
            <w:r>
              <w:t xml:space="preserve">te er sie hingebungsvoll und sie kü</w:t>
            </w:r>
            <w:r>
              <w:rPr>
                <w:b/>
              </w:rPr>
              <w:t xml:space="preserve">ss</w:t>
            </w:r>
            <w:r>
              <w:t xml:space="preserve">te ihn zurück.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e) Mach doch nicht so einen Mi</w:t>
            </w:r>
            <w:r>
              <w:rPr>
                <w:b/>
              </w:rPr>
              <w:t xml:space="preserve">s</w:t>
            </w:r>
            <w:r>
              <w:t xml:space="preserve">t! Du mi</w:t>
            </w:r>
            <w:r>
              <w:rPr>
                <w:b/>
              </w:rPr>
              <w:t xml:space="preserve">ss</w:t>
            </w:r>
            <w:r>
              <w:t xml:space="preserve">t ja ganz verkehrt herum. Mi</w:t>
            </w:r>
            <w:r>
              <w:rPr>
                <w:b/>
              </w:rPr>
              <w:t xml:space="preserve">s</w:t>
            </w:r>
            <w:r>
              <w:t xml:space="preserve">t, wieder falsch! </w:t>
            </w:r>
          </w:p>
        </w:tc>
      </w:t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c) Sie i</w:t>
            </w:r>
            <w:r>
              <w:rPr>
                <w:b/>
              </w:rPr>
              <w:t xml:space="preserve">s</w:t>
            </w:r>
            <w:r>
              <w:t xml:space="preserve">t davon überzeugt, dass sie viel zu wenig Gemüse i</w:t>
            </w:r>
            <w:r>
              <w:rPr>
                <w:b/>
              </w:rPr>
              <w:t xml:space="preserve">ss</w:t>
            </w:r>
            <w:r>
              <w:t xml:space="preserve">t. Wer i</w:t>
            </w:r>
            <w:r>
              <w:rPr>
                <w:b/>
              </w:rPr>
              <w:t xml:space="preserve">s</w:t>
            </w:r>
            <w:r>
              <w:t xml:space="preserve">t denn so verrückt und i</w:t>
            </w:r>
            <w:r>
              <w:rPr>
                <w:b/>
              </w:rPr>
              <w:t xml:space="preserve">ss</w:t>
            </w:r>
            <w:r>
              <w:t xml:space="preserve">t fünfmal am Tag Gemüse?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705f865c7974fd8" /><Relationship Type="http://schemas.openxmlformats.org/officeDocument/2006/relationships/image" Target="/media/image2.emf" Id="R7488b5efecff4b86" /><Relationship Type="http://schemas.openxmlformats.org/officeDocument/2006/relationships/image" Target="/media/image3.emf" Id="R957fdf3f21534c67" /><Relationship Type="http://schemas.openxmlformats.org/officeDocument/2006/relationships/image" Target="/media/image4.emf" Id="R77930d7fd7a84bef" /><Relationship Type="http://schemas.openxmlformats.org/officeDocument/2006/relationships/image" Target="/media/image5.emf" Id="R6a4e875370d54bd8" /><Relationship Type="http://schemas.openxmlformats.org/officeDocument/2006/relationships/image" Target="/media/image6.emf" Id="R7674a5e477de44cf" /><Relationship Type="http://schemas.openxmlformats.org/officeDocument/2006/relationships/image" Target="/media/image7.emf" Id="R88e25c07e5e04f96" /><Relationship Type="http://schemas.openxmlformats.org/officeDocument/2006/relationships/image" Target="/media/image8.emf" Id="R22a1c25ff9e1409e" /><Relationship Type="http://schemas.openxmlformats.org/officeDocument/2006/relationships/image" Target="/media/image9.emf" Id="R7dc171c5332b4557" /><Relationship Type="http://schemas.openxmlformats.org/officeDocument/2006/relationships/image" Target="/media/image10.emf" Id="Rf07b4f8c11cb4157" /><Relationship Type="http://schemas.openxmlformats.org/officeDocument/2006/relationships/image" Target="/media/image11.emf" Id="R996af15e5a7d401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2020-11-13T11:16:59.9114831Z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