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bda87deecc747e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Kommas setzen 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319055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f68708729e945f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19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41278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b91f77bc6b74b7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12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f68708729e945fd" /><Relationship Type="http://schemas.openxmlformats.org/officeDocument/2006/relationships/image" Target="/media/image2.emf" Id="R4b91f77bc6b74b7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2020-11-05T16:40:25.9337721Z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