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6fc59294f1647e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das dass begründen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10747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5f5d685912774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107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82630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58a238bc9d434ca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82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6223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1b63dbac2d1499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62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184091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c699c28785144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18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13297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587ce370fb446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13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00519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eae8b6c453e49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005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2890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4b2568a277d4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28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2890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538d2660d9b4bf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28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48224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00e710d822f4f9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482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f5d685912774254" /><Relationship Type="http://schemas.openxmlformats.org/officeDocument/2006/relationships/image" Target="/media/image2.emf" Id="R58a238bc9d434cad" /><Relationship Type="http://schemas.openxmlformats.org/officeDocument/2006/relationships/image" Target="/media/image3.emf" Id="R01b63dbac2d1499c" /><Relationship Type="http://schemas.openxmlformats.org/officeDocument/2006/relationships/image" Target="/media/image4.emf" Id="R8c699c28785144d1" /><Relationship Type="http://schemas.openxmlformats.org/officeDocument/2006/relationships/image" Target="/media/image5.emf" Id="R6587ce370fb446d2" /><Relationship Type="http://schemas.openxmlformats.org/officeDocument/2006/relationships/image" Target="/media/image6.emf" Id="R2eae8b6c453e4958" /><Relationship Type="http://schemas.openxmlformats.org/officeDocument/2006/relationships/image" Target="/media/image7.emf" Id="R64b2568a277d4870" /><Relationship Type="http://schemas.openxmlformats.org/officeDocument/2006/relationships/image" Target="/media/image8.emf" Id="R0538d2660d9b4bfb" /><Relationship Type="http://schemas.openxmlformats.org/officeDocument/2006/relationships/image" Target="/media/image9.emf" Id="R600e710d822f4f9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2020-11-13T11:16:36.3175641Z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