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e404d6ff25f470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Zifferntausch</w:t>
      </w:r>
    </w:p>
    <w:p>
      <w:pPr>
        <w:pStyle w:val="IQB-Teilaufgabengrafik"/>
      </w:pPr>
      <w:r>
        <w:drawing>
          <wp:inline distT="0" distB="0" distL="0" distR="0">
            <wp:extent cx="5832000" cy="166628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99d5f9de0714bd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666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99d5f9de0714bd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2020-09-01T06:33:22.6239336Z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