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e6ffb207706465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Ziffern einsetzen</w:t>
      </w:r>
    </w:p>
    <w:p>
      <w:pPr>
        <w:pStyle w:val="IQB-Teilaufgabengrafik"/>
      </w:pPr>
      <w:r>
        <w:drawing>
          <wp:inline distT="0" distB="0" distL="0" distR="0">
            <wp:extent cx="5832000" cy="294421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46abee15ad6476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944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46abee15ad6476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2020-09-01T06:33:17.8270466Z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