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bf2306152ff40e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Zahlenstrahl 2</w:t>
      </w:r>
    </w:p>
    <w:p>
      <w:pPr>
        <w:pStyle w:val="IQB-Teilaufgabengrafik"/>
      </w:pPr>
      <w:r>
        <w:drawing>
          <wp:inline distT="0" distB="0" distL="0" distR="0">
            <wp:extent cx="5832000" cy="152877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8e165690dad469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528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e8e165690dad469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2020-09-01T06:33:22.1551488Z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