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4d586ac519b4da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Zahlenstrahl 1</w:t>
      </w:r>
    </w:p>
    <w:p>
      <w:pPr>
        <w:pStyle w:val="IQB-Teilaufgabengrafik"/>
      </w:pPr>
      <w:r>
        <w:drawing>
          <wp:inline distT="0" distB="0" distL="0" distR="0">
            <wp:extent cx="5832000" cy="138722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3ee8e42cc16480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38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3ee8e42cc16480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2020-09-01T06:33:22.3894220Z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