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dd552d6b1db440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 nach Größe ordnen</w:t>
      </w:r>
    </w:p>
    <w:p>
      <w:pPr>
        <w:pStyle w:val="IQB-Teilaufgabengrafik"/>
      </w:pPr>
      <w:r>
        <w:drawing>
          <wp:inline distT="0" distB="0" distL="0" distR="0">
            <wp:extent cx="5832000" cy="104919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4b7694512fa4fa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4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4b7694512fa4fa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2020-09-01T06:33:21.6705377Z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