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90d09f1fe13480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schriftliche Addition</w:t>
      </w:r>
    </w:p>
    <w:p>
      <w:pPr>
        <w:pStyle w:val="IQB-Teilaufgabengrafik"/>
      </w:pPr>
      <w:r>
        <w:drawing>
          <wp:inline distT="0" distB="0" distL="0" distR="0">
            <wp:extent cx="5832000" cy="123823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badbe8bdb71c4b5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238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badbe8bdb71c4b52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2020-09-01T06:33:16.8737591Z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