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7d3fb3d7458b4582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Samen Blumentopf</w:t>
      </w:r>
    </w:p>
    <w:p>
      <w:pPr>
        <w:pStyle w:val="IQB-Teilaufgabengrafik"/>
      </w:pPr>
      <w:r>
        <w:drawing>
          <wp:inline distT="0" distB="0" distL="0" distR="0">
            <wp:extent cx="5832000" cy="2344143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3b77fb2fa15d4f08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344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3b77fb2fa15d4f08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2020-09-01T06:33:20.7646405Z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