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1aab9b099b644b4e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Rückgeld</w:t>
      </w:r>
    </w:p>
    <w:p>
      <w:pPr>
        <w:pStyle w:val="IQB-Teilaufgabengrafik"/>
      </w:pPr>
      <w:r>
        <w:drawing>
          <wp:inline distT="0" distB="0" distL="0" distR="0">
            <wp:extent cx="5832000" cy="2111260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da06158c30544906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111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da06158c30544906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2020-09-01T06:33:20.5301796Z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