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2c16da058034f5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Mal 5</w:t>
      </w:r>
    </w:p>
    <w:p>
      <w:pPr>
        <w:pStyle w:val="IQB-Teilaufgabengrafik"/>
      </w:pPr>
      <w:r>
        <w:drawing>
          <wp:inline distT="0" distB="0" distL="0" distR="0">
            <wp:extent cx="5832000" cy="168248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fba3dbd8c004b7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682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fba3dbd8c004b7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2020-09-01T06:33:19.9991122Z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