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e8856c3c43d45e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Freibad</w:t>
      </w:r>
    </w:p>
    <w:p>
      <w:pPr>
        <w:pStyle w:val="IQB-Teilaufgabengrafik"/>
      </w:pPr>
      <w:r>
        <w:drawing>
          <wp:inline distT="0" distB="0" distL="0" distR="0">
            <wp:extent cx="5832000" cy="231007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e3a22dd57ad4a5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31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e3a22dd57ad4a5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2020-09-01T06:33:19.7176210Z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