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1d1da25ae1ff4ed4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Fotoalbum</w:t>
      </w:r>
    </w:p>
    <w:p>
      <w:pPr>
        <w:pStyle w:val="IQB-Teilaufgabengrafik"/>
      </w:pPr>
      <w:r>
        <w:drawing>
          <wp:inline distT="0" distB="0" distL="0" distR="0">
            <wp:extent cx="5832000" cy="1896816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6f83d77dc75940f2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896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6f83d77dc75940f2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2020-09-01T06:33:19.4366774Z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