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012580b68694b2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Aquarium</w:t>
      </w:r>
    </w:p>
    <w:p>
      <w:pPr>
        <w:pStyle w:val="IQB-Teilaufgabengrafik"/>
      </w:pPr>
      <w:r>
        <w:drawing>
          <wp:inline distT="0" distB="0" distL="0" distR="0">
            <wp:extent cx="5832000" cy="219290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59d1b00131e4d9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92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59d1b00131e4d9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2020-09-01T06:33:17.4206733Z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