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a6e491777f9481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Zifferntausch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40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2020-12-14T10:36:43.5117799Z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