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859d0a028e814243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ectPr w:rsidRPr="000442E9" w:rsidR="000442E9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  <w:p>
      <w:pPr>
        <w:pStyle w:val="IQB-Aufgabentitel"/>
      </w:pPr>
      <w:r>
        <w:t>Ziffern einsetzen</w:t>
      </w:r>
    </w:p>
    <w:tbl>
      <w:tblPr>
        <w:tblBorders>
          <w:top w:val="single" w:sz="4"/>
          <w:bottom w:val="single" w:sz="4"/>
          <w:left w:val="single" w:sz="4"/>
          <w:right w:val="single" w:sz="4"/>
          <w:insideH w:val="single" w:sz="1"/>
          <w:insideV w:val="single" w:sz="1"/>
        </w:tblBorders>
      </w:tblPr>
      <w:tr>
        <w:tc>
          <w:p>
            <w:pPr>
              <w:pStyle w:val="IQB-RSCodeValue"/>
            </w:pPr>
            <w:r>
              <w:t>RICHTIG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>963 - 42</w:t>
            </w:r>
          </w:p>
        </w:tc>
      </w:tr>
    </w:tbl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0FB" w:rsidRDefault="002800FB" w:rsidP="005E2C46">
      <w:r>
        <w:separator/>
      </w:r>
    </w:p>
  </w:endnote>
  <w:endnote w:type="continuationSeparator" w:id="0">
    <w:p w:rsidR="002800FB" w:rsidRDefault="002800FB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PC LAYOUT"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etaBook-Roman"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0FB" w:rsidRDefault="002800FB" w:rsidP="005E2C46">
      <w:r>
        <w:separator/>
      </w:r>
    </w:p>
  </w:footnote>
  <w:footnote w:type="continuationSeparator" w:id="0">
    <w:p w:rsidR="002800FB" w:rsidRDefault="002800FB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3457C0A"/>
    <w:multiLevelType w:val="hybridMultilevel"/>
    <w:tmpl w:val="C65C734A"/>
    <w:lvl w:ilvl="0" w:tplc="53D6A35C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2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4F"/>
    <w:rsid w:val="00012B7A"/>
    <w:rsid w:val="00040294"/>
    <w:rsid w:val="000438D6"/>
    <w:rsid w:val="0004417D"/>
    <w:rsid w:val="000442E9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800FB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0788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E0788B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E0788B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E0788B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E0788B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2A40F8-57DC-4FDB-A8D6-ECFAA85B70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6BFFC0B0.dotm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IQB-ItemDB: Aufgaben binden</dc:title>
  <dc:creator>Caroline Siri Baumbach</dc:creator>
  <lastModifiedBy>Caroline Siri Baumbach</lastModifiedBy>
  <revision>4</revision>
  <lastPrinted>2012-12-11T10:05:00.0000000Z</lastPrinted>
  <dcterms:created xsi:type="dcterms:W3CDTF">2020-12-14T10:36:42.2149463Z</dcterms:created>
  <dcterms:modified xsi:type="dcterms:W3CDTF">2016-04-07T13:14:00.0000000Z</dcterms:modified>
  <contentType>application/msword</contentType>
</coreProperties>
</file>

<file path=docProps/custom.xml><?xml version="1.0" encoding="utf-8"?>
<op:Properties xmlns:op="http://schemas.openxmlformats.org/officeDocument/2006/custom-properties">
  <op:property fmtid="{D5CDD505-2E9C-101B-9397-08002B2CF9AE}" pid="2" name="Log">
    <vt:lpwstr xmlns:vt="http://schemas.openxmlformats.org/officeDocument/2006/docPropsVTypes">Erzeugt mit HUBerlin.IQB.DBCommon.Office.TasksToDocx, IQB-DBCommon, Version=1.0.2.0, Culture=neutral, PublicKeyToken=null; Konfiguration: _online Auswertungen Hauptdurchgang VERA; baumbasi; 14.12.2020</vt:lpwstr>
  </op:property>
</op:Properties>
</file>