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475df3d7ef4e44f2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Ziffern einsetzen</w:t>
      </w:r>
    </w:p>
    <w:p>
      <w:pPr>
        <w:pStyle w:val="IQB-Teilaufgabengrafik"/>
      </w:pPr>
      <w:r>
        <w:drawing>
          <wp:inline distT="0" distB="0" distL="0" distR="0">
            <wp:extent cx="5832000" cy="386594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f2f88ba19b9941fe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3865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f2f88ba19b9941fe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2023-06-16T08:26:29.0656171Z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