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e5a9f6cde73946cd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Zahlenstrahl 2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13</w:t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0788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A40F8-57DC-4FDB-A8D6-ECFAA85B7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Caroline Siri Baumbach</dc:creator>
  <lastModifiedBy>Caroline Siri Baumbach</lastModifiedBy>
  <revision>4</revision>
  <lastPrinted>2012-12-11T10:05:00.0000000Z</lastPrinted>
  <dcterms:created xsi:type="dcterms:W3CDTF">2020-12-14T10:36:43.3867367Z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Auswertungen Hauptdurchgang VERA; baumbasi; 14.12.2020</vt:lpwstr>
  </op:property>
</op:Properties>
</file>