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539c77352ca946ae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Zahlenstrahl 1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130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2020-12-14T10:36:43.4528616Z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