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c352759c1bec419a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Zahlenstrahl 1</w:t>
      </w:r>
    </w:p>
    <w:p>
      <w:pPr>
        <w:pStyle w:val="IQB-Teilaufgabengrafik"/>
      </w:pPr>
      <w:r>
        <w:drawing>
          <wp:inline distT="0" distB="0" distL="0" distR="0">
            <wp:extent cx="5832000" cy="1849631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c9d9c69afc78458f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849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c9d9c69afc78458f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2023-06-16T08:26:32.1753835Z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