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209c4de5041454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 nach Größe ordnen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99 &lt; 358 &lt; 385 &lt; 947 &lt; 1001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2020-12-14T10:36:43.2773957Z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