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7a611c04ff84fa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 abziehen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angekreuzt. (459)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2020-12-14T10:36:43.2148477Z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