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7c2b29c3e9148e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 abziehen</w:t>
      </w:r>
    </w:p>
    <w:p>
      <w:pPr>
        <w:pStyle w:val="IQB-Teilaufgabengrafik"/>
      </w:pPr>
      <w:r>
        <w:drawing>
          <wp:inline distT="0" distB="0" distL="0" distR="0">
            <wp:extent cx="5832000" cy="360128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18b237e6a4d417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601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18b237e6a4d417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2023-06-16T08:26:31.5500824Z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