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b66866d88b904806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Würstchen essen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Nur das 2. Kästchen wurde angekreuzt. (12)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2020-12-14T10:36:43.1367908Z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