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0e3145cd75f44b48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Sticker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Nur das 2. Kästchen wurde angekreuzt. (8 Sticker)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2020-12-14T10:36:43.0900059Z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14.12.2020</vt:lpwstr>
  </op:property>
</op:Properties>
</file>