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1782be441f34f2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Sticker</w:t>
      </w:r>
    </w:p>
    <w:p>
      <w:pPr>
        <w:pStyle w:val="IQB-Teilaufgabengrafik"/>
      </w:pPr>
      <w:r>
        <w:drawing>
          <wp:inline distT="0" distB="0" distL="0" distR="0">
            <wp:extent cx="5832000" cy="236304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9cd3d8b84fd45a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63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9cd3d8b84fd45a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2023-06-16T08:26:31.1593551Z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