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93184310f32447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Schriftliche Addition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335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2020-12-14T10:36:41.9964483Z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