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6b98448f2ab4f2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Schriftliche Addition</w:t>
      </w:r>
    </w:p>
    <w:p>
      <w:pPr>
        <w:pStyle w:val="IQB-Teilaufgabengrafik"/>
      </w:pPr>
      <w:r>
        <w:drawing>
          <wp:inline distT="0" distB="0" distL="0" distR="0">
            <wp:extent cx="5832000" cy="17392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957c7a2bd464c0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3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957c7a2bd464c0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2023-06-16T08:26:28.4716248Z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